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65F0BE3A" w14:textId="103489B4" w:rsidR="00F422D3" w:rsidRDefault="00F422D3" w:rsidP="00BB1390">
      <w:pPr>
        <w:pStyle w:val="Titul2"/>
      </w:pPr>
      <w:r>
        <w:t xml:space="preserve">Název </w:t>
      </w:r>
      <w:r w:rsidRPr="00BB1390">
        <w:t>zakázky</w:t>
      </w:r>
      <w:r w:rsidR="00B33BC9">
        <w:t xml:space="preserve">: </w:t>
      </w:r>
      <w:r w:rsidR="00B33BC9" w:rsidRPr="00B528C1">
        <w:rPr>
          <w:sz w:val="32"/>
        </w:rPr>
        <w:t xml:space="preserve">„Doplnění závor na přejezdu P5570 v km 98,133 trati </w:t>
      </w:r>
      <w:proofErr w:type="spellStart"/>
      <w:proofErr w:type="gramStart"/>
      <w:r w:rsidR="00B33BC9" w:rsidRPr="00B528C1">
        <w:rPr>
          <w:sz w:val="32"/>
        </w:rPr>
        <w:t>H.Dvořiště</w:t>
      </w:r>
      <w:proofErr w:type="spellEnd"/>
      <w:proofErr w:type="gramEnd"/>
      <w:r w:rsidR="00B33BC9" w:rsidRPr="00B528C1">
        <w:rPr>
          <w:sz w:val="32"/>
        </w:rPr>
        <w:t xml:space="preserve"> st.hr. - </w:t>
      </w:r>
      <w:proofErr w:type="spellStart"/>
      <w:proofErr w:type="gramStart"/>
      <w:r w:rsidR="00B33BC9" w:rsidRPr="00B528C1">
        <w:rPr>
          <w:sz w:val="32"/>
        </w:rPr>
        <w:t>Č.Budějovice</w:t>
      </w:r>
      <w:proofErr w:type="spellEnd"/>
      <w:proofErr w:type="gramEnd"/>
      <w:r w:rsidR="00B33BC9" w:rsidRPr="00B528C1">
        <w:rPr>
          <w:sz w:val="32"/>
        </w:rP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74A0A148" w14:textId="253ACDB0" w:rsidR="00F422D3" w:rsidRDefault="00F422D3" w:rsidP="00B33BC9">
      <w:pPr>
        <w:pStyle w:val="Textbezodsazen"/>
        <w:spacing w:after="0"/>
      </w:pPr>
      <w:r>
        <w:t xml:space="preserve">zastoupena: </w:t>
      </w:r>
      <w:r w:rsidR="00B33BC9">
        <w:t xml:space="preserve">Ing. Petrem </w:t>
      </w:r>
      <w:proofErr w:type="spellStart"/>
      <w:r w:rsidR="00B33BC9">
        <w:t>Hofhanzlem</w:t>
      </w:r>
      <w:proofErr w:type="spellEnd"/>
      <w:r w:rsidR="00B33BC9">
        <w:t>, ředitelem Stavební správy západ</w:t>
      </w:r>
      <w:r w:rsidR="00B33BC9" w:rsidRPr="00F422D3">
        <w:rPr>
          <w:highlight w:val="green"/>
        </w:rPr>
        <w:t xml:space="preserve"> </w:t>
      </w:r>
    </w:p>
    <w:p w14:paraId="5BF1AC68" w14:textId="77777777" w:rsidR="00B33BC9" w:rsidRDefault="00B33BC9" w:rsidP="00B33BC9">
      <w:pPr>
        <w:pStyle w:val="Textbezodsazen"/>
        <w:spacing w:after="0"/>
      </w:pP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B5D47BA" w14:textId="77777777" w:rsidR="000778EE" w:rsidRPr="00B01CA1" w:rsidRDefault="000778EE" w:rsidP="000778EE">
      <w:pPr>
        <w:pStyle w:val="Textbezodsazen"/>
        <w:spacing w:after="0"/>
      </w:pPr>
      <w:r w:rsidRPr="00B01CA1">
        <w:t>Správa železnic, státní organizace</w:t>
      </w:r>
    </w:p>
    <w:p w14:paraId="5495999D" w14:textId="77777777" w:rsidR="000778EE" w:rsidRPr="00B01CA1" w:rsidRDefault="000778EE" w:rsidP="000778EE">
      <w:pPr>
        <w:pStyle w:val="Textbezodsazen"/>
      </w:pPr>
      <w:r>
        <w:t>Stavební správa západ, Sokolovská 1955/278, 190 00 Praha 9</w:t>
      </w:r>
    </w:p>
    <w:p w14:paraId="72807A78" w14:textId="0A32FD39" w:rsidR="00F422D3" w:rsidRDefault="000778EE" w:rsidP="000778EE">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025236D6" w14:textId="03E29814" w:rsidR="00B42F40" w:rsidRDefault="00F422D3" w:rsidP="00B42F40">
      <w:pPr>
        <w:pStyle w:val="Textbezodsazen"/>
      </w:pPr>
      <w:r>
        <w:t xml:space="preserve">ISPROFOND: </w:t>
      </w:r>
      <w:r w:rsidR="000778EE">
        <w:t>531 351 0013</w:t>
      </w: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8ED9A7D" w:rsidR="007D26F9" w:rsidRPr="000C2B01" w:rsidRDefault="007D26F9" w:rsidP="00BC5BDD">
      <w:pPr>
        <w:pStyle w:val="Text1-1"/>
      </w:pPr>
      <w:r>
        <w:t>Objednatel používá informační systém pro řízení</w:t>
      </w:r>
      <w:r w:rsidR="00A349C6">
        <w:t xml:space="preserve"> a </w:t>
      </w:r>
      <w:r>
        <w:t xml:space="preserve">monitoring staveb. Zhotovitel se zavazuje, že bude Objednateli předávat </w:t>
      </w:r>
      <w:r w:rsidR="00C86C03">
        <w:t xml:space="preserve">na vyžádání </w:t>
      </w:r>
      <w:r>
        <w:t>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6C44B494" w14:textId="27041C7E" w:rsidR="00C86C03" w:rsidRPr="00C86C03" w:rsidRDefault="007D26F9" w:rsidP="00C86C03">
      <w:pPr>
        <w:pStyle w:val="Text1-1"/>
        <w:numPr>
          <w:ilvl w:val="1"/>
          <w:numId w:val="9"/>
        </w:numPr>
      </w:pPr>
      <w:r>
        <w:t>O</w:t>
      </w:r>
      <w:r w:rsidR="00C86C03" w:rsidRPr="00C86C03">
        <w:t xml:space="preserve">bjednatel oznámil uveřejněním na profilu zadavatele: </w:t>
      </w:r>
      <w:hyperlink r:id="rId11" w:history="1">
        <w:r w:rsidR="00C86C03" w:rsidRPr="00C86C03">
          <w:rPr>
            <w:noProof/>
            <w:color w:val="005DC2" w:themeColor="accent1" w:themeTint="BF"/>
            <w:u w:val="single"/>
          </w:rPr>
          <w:t>https://zakazky.sprav</w:t>
        </w:r>
      </w:hyperlink>
      <w:r w:rsidR="00C86C03" w:rsidRPr="00C86C03">
        <w:rPr>
          <w:color w:val="005DC2" w:themeColor="accent1" w:themeTint="BF"/>
          <w:u w:val="single"/>
        </w:rPr>
        <w:t>azeleznic.cz/</w:t>
      </w:r>
      <w:r w:rsidR="00C86C03" w:rsidRPr="00C86C03">
        <w:t>dne "[</w:t>
      </w:r>
      <w:r w:rsidR="00C86C03" w:rsidRPr="00C86C03">
        <w:rPr>
          <w:highlight w:val="green"/>
        </w:rPr>
        <w:t>VLOŽÍ OBJEDNATEL</w:t>
      </w:r>
      <w:r w:rsidR="00C86C03" w:rsidRPr="00C86C03">
        <w:t>]" pod evidenčním číslem</w:t>
      </w:r>
      <w:r w:rsidR="00C86C03" w:rsidRPr="00C86C03">
        <w:br/>
      </w:r>
      <w:r w:rsidR="00C86C03" w:rsidRPr="00C86C03">
        <w:rPr>
          <w:b/>
        </w:rPr>
        <w:t>"61821052"</w:t>
      </w:r>
      <w:r w:rsidR="00C86C03" w:rsidRPr="00C86C03">
        <w:t xml:space="preserve"> svůj úmysl zadat veřejnou zakázku s názvem </w:t>
      </w:r>
      <w:r w:rsidR="00C86C03" w:rsidRPr="00C86C03">
        <w:rPr>
          <w:b/>
        </w:rPr>
        <w:t xml:space="preserve">„Doplnění závor na přejezdu P5570 v km 98,133 trati </w:t>
      </w:r>
      <w:proofErr w:type="spellStart"/>
      <w:proofErr w:type="gramStart"/>
      <w:r w:rsidR="00C86C03" w:rsidRPr="00C86C03">
        <w:rPr>
          <w:b/>
        </w:rPr>
        <w:t>H.Dvořiště</w:t>
      </w:r>
      <w:proofErr w:type="spellEnd"/>
      <w:proofErr w:type="gramEnd"/>
      <w:r w:rsidR="00C86C03" w:rsidRPr="00C86C03">
        <w:rPr>
          <w:b/>
        </w:rPr>
        <w:t xml:space="preserve"> st.hr. - </w:t>
      </w:r>
      <w:proofErr w:type="spellStart"/>
      <w:proofErr w:type="gramStart"/>
      <w:r w:rsidR="00C86C03" w:rsidRPr="00C86C03">
        <w:rPr>
          <w:b/>
        </w:rPr>
        <w:t>Č.Budějovice</w:t>
      </w:r>
      <w:proofErr w:type="spellEnd"/>
      <w:proofErr w:type="gramEnd"/>
      <w:r w:rsidR="00C86C03" w:rsidRPr="00C86C03">
        <w:rPr>
          <w:b/>
        </w:rPr>
        <w:t>“</w:t>
      </w:r>
      <w:r w:rsidR="00C86C03" w:rsidRPr="00C86C03">
        <w:t xml:space="preserve"> (dále jen „</w:t>
      </w:r>
      <w:r w:rsidR="00C86C03" w:rsidRPr="00C86C03">
        <w:rPr>
          <w:b/>
        </w:rPr>
        <w:t>Veřejná zakázka</w:t>
      </w:r>
      <w:r w:rsidR="00C86C03" w:rsidRPr="00C86C03">
        <w:t xml:space="preserve">“). Na základě tohoto výběrové řízení byla pro plnění Veřejné zakázky vybrána jako nejvhodnější nabídka Zhotovitele. </w:t>
      </w:r>
    </w:p>
    <w:p w14:paraId="54B3F9D5" w14:textId="275112A3" w:rsidR="007D26F9" w:rsidRDefault="007D26F9" w:rsidP="00F6399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63E92975" w:rsidR="007D26F9" w:rsidRPr="008F7242" w:rsidRDefault="007D26F9" w:rsidP="00BC5BDD">
      <w:pPr>
        <w:pStyle w:val="Textbezslovn"/>
        <w:rPr>
          <w:rStyle w:val="Tun"/>
        </w:rPr>
      </w:pPr>
      <w:r w:rsidRPr="008F7242">
        <w:rPr>
          <w:rStyle w:val="Tun"/>
        </w:rPr>
        <w:t xml:space="preserve">Celková lhůta pro dokončení Díla činí celkem </w:t>
      </w:r>
      <w:r w:rsidR="00C86C03">
        <w:rPr>
          <w:rStyle w:val="Tun"/>
        </w:rPr>
        <w:t>9</w:t>
      </w:r>
      <w:r w:rsidRPr="008F7242">
        <w:rPr>
          <w:rStyle w:val="Tun"/>
        </w:rPr>
        <w:t xml:space="preserve"> měsíců ode Dne zahájení stavebních prací (dokladem prokazujícím, že Zhotovitel dokončil celé Dílo, je Předávací protokol dle odst. 10.4 Obchodních podmínek).</w:t>
      </w:r>
    </w:p>
    <w:p w14:paraId="3AC6763F" w14:textId="72E48AC3" w:rsidR="007D26F9" w:rsidRDefault="007D26F9" w:rsidP="00BC5BDD">
      <w:pPr>
        <w:pStyle w:val="Textbezslovn"/>
      </w:pPr>
      <w:r>
        <w:t xml:space="preserve">Lhůta pro dokončení stavebních prací činí celkem </w:t>
      </w:r>
      <w:r w:rsidR="00C86C03">
        <w:rPr>
          <w:rStyle w:val="Tun"/>
        </w:rPr>
        <w:t>6</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2A654FF" w:rsidR="007D26F9" w:rsidRDefault="007D26F9" w:rsidP="00BC5BDD">
      <w:pPr>
        <w:pStyle w:val="Textbezslovn"/>
      </w:pPr>
      <w:r w:rsidRPr="00C86C03">
        <w:t xml:space="preserve">Předání posouzení interoperability, včetně zajištění všech souvisejících dokladů, podle </w:t>
      </w:r>
      <w:proofErr w:type="spellStart"/>
      <w:r w:rsidRPr="00C86C03">
        <w:t>ust</w:t>
      </w:r>
      <w:proofErr w:type="spellEnd"/>
      <w:r w:rsidRPr="00C86C03">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w:t>
      </w:r>
      <w:r>
        <w:lastRenderedPageBreak/>
        <w:t xml:space="preserve">technické části dokumentace skutečného provedení stavby bude provedeno nejpozději do </w:t>
      </w:r>
      <w:r w:rsidR="00C86C03">
        <w:rPr>
          <w:rStyle w:val="Tun"/>
        </w:rPr>
        <w:t>3</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14:paraId="6DF2692A" w14:textId="77777777" w:rsidR="007D26F9" w:rsidRPr="006F3BC5" w:rsidRDefault="007D26F9" w:rsidP="00BC5BDD">
      <w:pPr>
        <w:pStyle w:val="Textbezslovn"/>
      </w:pPr>
      <w:r w:rsidRPr="006F3BC5">
        <w:t>Lhůty stanovené</w:t>
      </w:r>
      <w:r w:rsidR="00A349C6" w:rsidRPr="006F3BC5">
        <w:t xml:space="preserve"> v </w:t>
      </w:r>
      <w:r w:rsidRPr="006F3BC5">
        <w:t>odst.</w:t>
      </w:r>
      <w:r w:rsidR="00A349C6" w:rsidRPr="006F3BC5">
        <w:rPr>
          <w:color w:val="FF0000"/>
        </w:rPr>
        <w:t> </w:t>
      </w:r>
      <w:r w:rsidRPr="006F3BC5">
        <w:t>8.3.3 Všeobecných technických podmínek na realizaci</w:t>
      </w:r>
      <w:r w:rsidR="00A349C6" w:rsidRPr="006F3BC5">
        <w:t xml:space="preserve"> a </w:t>
      </w:r>
      <w:r w:rsidRPr="006F3BC5">
        <w:t>lhůty stanovené</w:t>
      </w:r>
      <w:r w:rsidR="00A349C6" w:rsidRPr="006F3BC5">
        <w:t xml:space="preserve"> v </w:t>
      </w:r>
      <w:r w:rsidRPr="006F3BC5">
        <w:t>odst. 2.10</w:t>
      </w:r>
      <w:r w:rsidR="00A349C6" w:rsidRPr="006F3BC5">
        <w:t xml:space="preserve"> a </w:t>
      </w:r>
      <w:r w:rsidRPr="006F3BC5">
        <w:t>2.11 Obchodních podmínek se</w:t>
      </w:r>
      <w:r w:rsidR="00A349C6" w:rsidRPr="006F3BC5">
        <w:t xml:space="preserve"> v </w:t>
      </w:r>
      <w:r w:rsidRPr="006F3BC5">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52900DB9" w14:textId="5394B1F5" w:rsidR="00500E0F" w:rsidRPr="006F3BC5" w:rsidRDefault="007D26F9" w:rsidP="006F3BC5">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6DB0A2E" w14:textId="11333751" w:rsidR="009A12BD" w:rsidRPr="009A12BD" w:rsidRDefault="00E5111F" w:rsidP="006F3BC5">
      <w:pPr>
        <w:pStyle w:val="Text1-1"/>
      </w:pPr>
      <w:r>
        <w:t xml:space="preserve">NEOBSAZENO </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lastRenderedPageBreak/>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proofErr w:type="spellStart"/>
      <w:r w:rsidRPr="00BD4934">
        <w:rPr>
          <w:bCs/>
          <w:iCs/>
        </w:rPr>
        <w:t>Compliance</w:t>
      </w:r>
      <w:proofErr w:type="spellEnd"/>
      <w:r w:rsidRPr="00BD4934">
        <w:rPr>
          <w:bCs/>
          <w:iCs/>
        </w:rPr>
        <w:t xml:space="preserve"> doložka a etické zásady</w:t>
      </w:r>
    </w:p>
    <w:p w14:paraId="3035A13F" w14:textId="58FD838D" w:rsidR="009A0E00" w:rsidRPr="00BD4934" w:rsidRDefault="009A0E00" w:rsidP="009A0E00">
      <w:pPr>
        <w:pStyle w:val="Text1-1"/>
        <w:numPr>
          <w:ilvl w:val="0"/>
          <w:numId w:val="0"/>
        </w:numPr>
        <w:ind w:left="737"/>
        <w:rPr>
          <w:iCs/>
        </w:rPr>
      </w:pPr>
      <w:r w:rsidRPr="00BD4934">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D4934">
        <w:rPr>
          <w:iCs/>
        </w:rPr>
        <w:t>compliance</w:t>
      </w:r>
      <w:proofErr w:type="spellEnd"/>
      <w:r w:rsidRPr="00BD4934">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FFE6367"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Zhotovitel se zavazuje na písemnou výzvu pře</w:t>
      </w:r>
      <w:r w:rsidR="00CF2A7E">
        <w:rPr>
          <w:rFonts w:eastAsia="Times New Roman" w:cs="Times New Roman"/>
          <w:sz w:val="18"/>
          <w:szCs w:val="18"/>
        </w:rPr>
        <w:t xml:space="preserve">dložit Objednateli do sedmi </w:t>
      </w:r>
      <w:bookmarkStart w:id="0" w:name="_GoBack"/>
      <w:bookmarkEnd w:id="0"/>
      <w:r w:rsidRPr="00BD4934">
        <w:rPr>
          <w:rFonts w:eastAsia="Times New Roman" w:cs="Times New Roman"/>
          <w:sz w:val="18"/>
          <w:szCs w:val="18"/>
        </w:rPr>
        <w:t>dnů od doručení výzvy smluvní dokumentaci (včetně jejích případných změn) se smluvními partnery Zhotovitele uvedenými ve výzvě Objednatele, ze kterých bude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w:t>
      </w:r>
      <w:proofErr w:type="spellStart"/>
      <w:r w:rsidR="004A36B7" w:rsidRPr="00BD4934">
        <w:rPr>
          <w:rFonts w:eastAsia="Times New Roman" w:cs="Times New Roman"/>
          <w:sz w:val="18"/>
          <w:szCs w:val="18"/>
        </w:rPr>
        <w:t>Teams</w:t>
      </w:r>
      <w:proofErr w:type="spellEnd"/>
      <w:r w:rsidR="004A36B7" w:rsidRPr="00BD4934">
        <w:rPr>
          <w:rFonts w:eastAsia="Times New Roman" w:cs="Times New Roman"/>
          <w:sz w:val="18"/>
          <w:szCs w:val="18"/>
        </w:rPr>
        <w:t xml:space="preserve">, Google </w:t>
      </w:r>
      <w:proofErr w:type="spellStart"/>
      <w:r w:rsidR="004A36B7" w:rsidRPr="00BD4934">
        <w:rPr>
          <w:rFonts w:eastAsia="Times New Roman" w:cs="Times New Roman"/>
          <w:sz w:val="18"/>
          <w:szCs w:val="18"/>
        </w:rPr>
        <w:t>meet</w:t>
      </w:r>
      <w:proofErr w:type="spellEnd"/>
      <w:r w:rsidR="004A36B7" w:rsidRPr="00BD4934">
        <w:rPr>
          <w:rFonts w:eastAsia="Times New Roman" w:cs="Times New Roman"/>
          <w:sz w:val="18"/>
          <w:szCs w:val="18"/>
        </w:rPr>
        <w:t>, atp.), pokud nebude nutné, aby byly spojeny s místním šetřením.</w:t>
      </w:r>
    </w:p>
    <w:p w14:paraId="31B9FDA1" w14:textId="1D2E95BA"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plnění Díla umožní v souvislosti s</w:t>
      </w:r>
      <w:r w:rsidR="00005FBB" w:rsidRPr="00BD4934">
        <w:rPr>
          <w:rFonts w:eastAsia="Times New Roman" w:cs="Times New Roman"/>
          <w:sz w:val="18"/>
          <w:szCs w:val="18"/>
        </w:rPr>
        <w:t xml:space="preserve"> prováděním prací na Díle </w:t>
      </w:r>
      <w:r w:rsidR="00A66949" w:rsidRPr="00BD4934">
        <w:rPr>
          <w:rFonts w:eastAsia="Times New Roman" w:cs="Times New Roman"/>
          <w:sz w:val="18"/>
          <w:szCs w:val="18"/>
        </w:rPr>
        <w:t>provedení studentské exkurze</w:t>
      </w:r>
      <w:r w:rsidR="00F46371" w:rsidRPr="00BD4934">
        <w:rPr>
          <w:rFonts w:eastAsia="Times New Roman" w:cs="Times New Roman"/>
          <w:sz w:val="18"/>
          <w:szCs w:val="18"/>
        </w:rPr>
        <w:t>/</w:t>
      </w:r>
      <w:r w:rsidR="00D22281" w:rsidRPr="00BD4934">
        <w:rPr>
          <w:rFonts w:eastAsia="Times New Roman" w:cs="Times New Roman"/>
          <w:sz w:val="18"/>
          <w:szCs w:val="18"/>
        </w:rPr>
        <w:t xml:space="preserve"> </w:t>
      </w:r>
      <w:r w:rsidR="00D22281" w:rsidRPr="00BD4934">
        <w:rPr>
          <w:rFonts w:eastAsia="Times New Roman" w:cs="Times New Roman"/>
          <w:sz w:val="18"/>
          <w:szCs w:val="18"/>
          <w:highlight w:val="green"/>
        </w:rPr>
        <w:t>…………</w:t>
      </w:r>
      <w:r w:rsidR="00F46371" w:rsidRPr="00BD4934">
        <w:rPr>
          <w:rFonts w:eastAsia="Times New Roman" w:cs="Times New Roman"/>
          <w:sz w:val="18"/>
          <w:szCs w:val="18"/>
          <w:highlight w:val="green"/>
        </w:rPr>
        <w:t>studentských exkurzí</w:t>
      </w:r>
      <w:r w:rsidR="00A66949" w:rsidRPr="00BD4934">
        <w:rPr>
          <w:rFonts w:eastAsia="Times New Roman" w:cs="Times New Roman"/>
          <w:sz w:val="18"/>
          <w:szCs w:val="18"/>
        </w:rPr>
        <w:t xml:space="preserve"> </w:t>
      </w:r>
      <w:r w:rsidRPr="00BD4934">
        <w:rPr>
          <w:rFonts w:eastAsia="Times New Roman" w:cs="Times New Roman"/>
          <w:sz w:val="18"/>
          <w:szCs w:val="18"/>
        </w:rPr>
        <w:t xml:space="preserve">na </w:t>
      </w:r>
      <w:r w:rsidR="00022FF9" w:rsidRPr="00BD4934">
        <w:rPr>
          <w:rFonts w:eastAsia="Times New Roman" w:cs="Times New Roman"/>
          <w:sz w:val="18"/>
          <w:szCs w:val="18"/>
        </w:rPr>
        <w:t>St</w:t>
      </w:r>
      <w:r w:rsidRPr="00BD4934">
        <w:rPr>
          <w:rFonts w:eastAsia="Times New Roman" w:cs="Times New Roman"/>
          <w:sz w:val="18"/>
          <w:szCs w:val="18"/>
        </w:rPr>
        <w:t xml:space="preserve">aveništi. </w:t>
      </w:r>
      <w:r w:rsidR="006D5FB4" w:rsidRPr="00BD4934">
        <w:rPr>
          <w:rFonts w:eastAsia="Times New Roman" w:cs="Times New Roman"/>
          <w:sz w:val="18"/>
          <w:szCs w:val="18"/>
        </w:rPr>
        <w:t>Podrobnosti k provedení exkurze/</w:t>
      </w:r>
      <w:r w:rsidR="006D5FB4" w:rsidRPr="00BD4934">
        <w:rPr>
          <w:rFonts w:eastAsia="Times New Roman" w:cs="Times New Roman"/>
          <w:sz w:val="18"/>
          <w:szCs w:val="18"/>
          <w:highlight w:val="green"/>
        </w:rPr>
        <w:t>exkurzí</w:t>
      </w:r>
      <w:r w:rsidR="006D5FB4" w:rsidRPr="00BD4934">
        <w:rPr>
          <w:rFonts w:eastAsia="Times New Roman" w:cs="Times New Roman"/>
          <w:sz w:val="18"/>
          <w:szCs w:val="18"/>
        </w:rPr>
        <w:t xml:space="preserve"> jsou uvedeny v Obchodních podmínkách.</w:t>
      </w:r>
    </w:p>
    <w:p w14:paraId="3F857975" w14:textId="57A86E70" w:rsidR="008A3592" w:rsidRPr="006F3BC5" w:rsidRDefault="004A36B7" w:rsidP="00E9238B">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sdělení o škole, předmětu exkurze, čase konání a počtu účastníků.  </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w:t>
      </w:r>
      <w:r>
        <w:lastRenderedPageBreak/>
        <w:t xml:space="preserve">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580A81E" w14:textId="68889F63" w:rsidR="0052690B" w:rsidRDefault="0052690B" w:rsidP="006F3BC5">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6B965567" w:rsidR="007D26F9" w:rsidRDefault="007D26F9" w:rsidP="006F3BC5">
      <w:pPr>
        <w:pStyle w:val="Text1-1"/>
        <w:numPr>
          <w:ilvl w:val="1"/>
          <w:numId w:val="9"/>
        </w:numPr>
      </w:pPr>
      <w:r>
        <w:t xml:space="preserve">Tato </w:t>
      </w:r>
      <w:r w:rsidR="006F3BC5" w:rsidRPr="00AA2679">
        <w:t>smlouva je v</w:t>
      </w:r>
      <w:r w:rsidR="006F3BC5">
        <w:t>yhotovena v elektronické podobě.</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lastRenderedPageBreak/>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16B66D03" w:rsidR="007D26F9" w:rsidRDefault="007D26F9" w:rsidP="00342DC7">
      <w:pPr>
        <w:pStyle w:val="Textbezslovn"/>
      </w:pPr>
      <w:r w:rsidRPr="00A349C6">
        <w:rPr>
          <w:b/>
        </w:rPr>
        <w:t>Příloha č. 1:</w:t>
      </w:r>
      <w:r w:rsidR="008F7242">
        <w:t xml:space="preserve"> </w:t>
      </w:r>
      <w:r w:rsidR="008F7242">
        <w:tab/>
      </w:r>
      <w:r>
        <w:t xml:space="preserve">Obchodní podmínky – </w:t>
      </w:r>
      <w:r w:rsidR="00685C4F" w:rsidRPr="00164654">
        <w:rPr>
          <w:b/>
        </w:rPr>
        <w:t>OP/R/21/21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0B4CCCC3" w:rsidR="007D26F9" w:rsidRDefault="00F43D42" w:rsidP="00F43D42">
      <w:pPr>
        <w:pStyle w:val="Textbezslovn"/>
        <w:ind w:left="2127"/>
      </w:pPr>
      <w:r>
        <w:t xml:space="preserve">b) </w:t>
      </w:r>
      <w:r w:rsidR="007D26F9">
        <w:t xml:space="preserve">Všeobecné technické podmínky – </w:t>
      </w:r>
      <w:r w:rsidR="00685C4F" w:rsidRPr="00164654">
        <w:rPr>
          <w:b/>
        </w:rPr>
        <w:t>VTP/R/14/20</w:t>
      </w:r>
    </w:p>
    <w:p w14:paraId="239F0F49" w14:textId="72530F2C" w:rsidR="007D26F9" w:rsidRDefault="00F43D42" w:rsidP="00F43D42">
      <w:pPr>
        <w:pStyle w:val="Textbezslovn"/>
        <w:ind w:left="2127"/>
      </w:pPr>
      <w:r>
        <w:t xml:space="preserve">c) </w:t>
      </w:r>
      <w:r w:rsidR="007D26F9">
        <w:t>Zvláštní technické podmínky</w:t>
      </w:r>
      <w:r w:rsidR="00685C4F" w:rsidRPr="00685C4F">
        <w:t xml:space="preserve"> </w:t>
      </w:r>
      <w:r w:rsidR="00685C4F">
        <w:t xml:space="preserve">ze dne - </w:t>
      </w:r>
      <w:r w:rsidR="00685C4F">
        <w:rPr>
          <w:rStyle w:val="Tun"/>
        </w:rPr>
        <w:t>0</w:t>
      </w:r>
      <w:r w:rsidR="00685C4F" w:rsidRPr="00292733">
        <w:rPr>
          <w:rStyle w:val="Tun"/>
        </w:rPr>
        <w:t>9. 11. 2020</w:t>
      </w:r>
      <w:r w:rsidR="00685C4F">
        <w:t xml:space="preserve"> </w:t>
      </w:r>
      <w:r w:rsidR="007D26F9">
        <w:t xml:space="preserve">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15ADBD" w14:textId="3D4B836F" w:rsidR="00F43D42" w:rsidRPr="00685C4F" w:rsidRDefault="004C1A60" w:rsidP="00685C4F">
      <w:pPr>
        <w:pStyle w:val="Textbezslovn"/>
        <w:rPr>
          <w:rStyle w:val="Tun"/>
          <w:b w:val="0"/>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63478A6E"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F9F5C2D" w14:textId="77777777" w:rsidR="00685C4F" w:rsidRPr="00F43D42" w:rsidRDefault="00685C4F" w:rsidP="00685C4F">
      <w:pPr>
        <w:pStyle w:val="Textbezodsazen"/>
        <w:rPr>
          <w:b/>
        </w:rPr>
      </w:pPr>
      <w:r w:rsidRPr="00DC31CC">
        <w:rPr>
          <w:b/>
        </w:rPr>
        <w:t>Ing. Petr Hofhanzl</w:t>
      </w:r>
      <w:r w:rsidRPr="00F43D42">
        <w:rPr>
          <w:b/>
        </w:rPr>
        <w:tab/>
      </w:r>
      <w:r>
        <w:rPr>
          <w:b/>
        </w:rPr>
        <w:tab/>
      </w:r>
      <w:r>
        <w:rPr>
          <w:b/>
        </w:rPr>
        <w:tab/>
      </w:r>
      <w:r w:rsidRPr="00F43D42">
        <w:rPr>
          <w:b/>
        </w:rPr>
        <w:tab/>
      </w:r>
      <w:r w:rsidRPr="00F43D42">
        <w:rPr>
          <w:b/>
        </w:rPr>
        <w:tab/>
      </w:r>
      <w:r w:rsidRPr="00F43D42">
        <w:rPr>
          <w:b/>
          <w:highlight w:val="yellow"/>
        </w:rPr>
        <w:t>„[VLOŽÍ ZHOTOVITEL]“</w:t>
      </w:r>
    </w:p>
    <w:p w14:paraId="7FA00109" w14:textId="77777777" w:rsidR="00685C4F" w:rsidRDefault="00685C4F" w:rsidP="00685C4F">
      <w:pPr>
        <w:pStyle w:val="Textbezodsazen"/>
        <w:spacing w:after="0"/>
      </w:pPr>
      <w:r>
        <w:t>ředitel Stavební správy západ</w:t>
      </w:r>
      <w:r>
        <w:tab/>
      </w:r>
      <w:r>
        <w:tab/>
      </w:r>
      <w:r>
        <w:tab/>
      </w:r>
    </w:p>
    <w:p w14:paraId="3854BC8B" w14:textId="77777777" w:rsidR="00685C4F" w:rsidRDefault="00685C4F" w:rsidP="00685C4F">
      <w:pPr>
        <w:pStyle w:val="Textbezodsazen"/>
        <w:spacing w:after="0"/>
      </w:pPr>
      <w:r>
        <w:t>Správa železnic, státní organizace</w:t>
      </w:r>
    </w:p>
    <w:p w14:paraId="7309CF53" w14:textId="25D1E728" w:rsidR="00B836AA" w:rsidRDefault="00685C4F" w:rsidP="00685C4F">
      <w:pPr>
        <w:pStyle w:val="Textbezodsazen"/>
        <w:spacing w:after="0"/>
      </w:pPr>
      <w:r>
        <w:t>(podepsáno elektronicky)</w:t>
      </w: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33BF62C9" w14:textId="77777777" w:rsidR="008D0A50" w:rsidRPr="00011B16" w:rsidRDefault="008D0A50" w:rsidP="008D0A50">
      <w:pPr>
        <w:pStyle w:val="Textbezodsazen"/>
        <w:rPr>
          <w:b/>
        </w:rPr>
      </w:pPr>
      <w:r w:rsidRPr="00011B16">
        <w:rPr>
          <w:b/>
        </w:rPr>
        <w:t>OP/R/21/21</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6F84033" w:rsidR="00342DC7" w:rsidRPr="00AE4B52" w:rsidRDefault="00342DC7" w:rsidP="00342DC7">
      <w:pPr>
        <w:pStyle w:val="Odstavec1-1a"/>
        <w:rPr>
          <w:rStyle w:val="Tun"/>
        </w:rPr>
      </w:pPr>
      <w:r w:rsidRPr="00AE4B52">
        <w:rPr>
          <w:rStyle w:val="Tun"/>
        </w:rPr>
        <w:t xml:space="preserve">Všeobecné technické podmínky </w:t>
      </w:r>
      <w:r w:rsidR="005E72E5">
        <w:rPr>
          <w:rStyle w:val="Tun"/>
        </w:rPr>
        <w:t>-</w:t>
      </w:r>
      <w:r w:rsidR="005E72E5" w:rsidRPr="00EF41EE">
        <w:t xml:space="preserve"> </w:t>
      </w:r>
      <w:r w:rsidR="005E72E5" w:rsidRPr="00EF41EE">
        <w:rPr>
          <w:rStyle w:val="Tun"/>
        </w:rPr>
        <w:t>VTP/R/14/20</w:t>
      </w:r>
    </w:p>
    <w:p w14:paraId="3FCF186D" w14:textId="40EA718F" w:rsidR="00342DC7" w:rsidRPr="00AE4B52" w:rsidRDefault="00342DC7" w:rsidP="00342DC7">
      <w:pPr>
        <w:pStyle w:val="Odstavec1-1a"/>
        <w:rPr>
          <w:rStyle w:val="Tun"/>
        </w:rPr>
      </w:pPr>
      <w:r w:rsidRPr="00AE4B52">
        <w:rPr>
          <w:rStyle w:val="Tun"/>
        </w:rPr>
        <w:t xml:space="preserve">Zvláštní technické podmínky </w:t>
      </w:r>
      <w:r w:rsidR="00A969F6">
        <w:rPr>
          <w:rStyle w:val="Tun"/>
        </w:rPr>
        <w:t>ze dne 0</w:t>
      </w:r>
      <w:r w:rsidR="00A969F6" w:rsidRPr="00292733">
        <w:rPr>
          <w:rStyle w:val="Tun"/>
        </w:rPr>
        <w:t>9. 11. 2020</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2638BD58" w14:textId="77777777" w:rsidR="00A969F6" w:rsidRPr="005A4C55" w:rsidRDefault="00A969F6" w:rsidP="00A969F6">
      <w:pPr>
        <w:pStyle w:val="Odrka1-1"/>
        <w:numPr>
          <w:ilvl w:val="0"/>
          <w:numId w:val="6"/>
        </w:numPr>
        <w:tabs>
          <w:tab w:val="clear" w:pos="1077"/>
        </w:tabs>
        <w:ind w:left="284" w:hanging="284"/>
      </w:pPr>
      <w:r w:rsidRPr="005A4C55">
        <w:t xml:space="preserve">Projektová dokumentace pro společné povolení „Doplnění závor na přejezdu P5570 v km 98,133 trati </w:t>
      </w:r>
      <w:proofErr w:type="spellStart"/>
      <w:proofErr w:type="gramStart"/>
      <w:r w:rsidRPr="005A4C55">
        <w:t>H.Dvořiště</w:t>
      </w:r>
      <w:proofErr w:type="spellEnd"/>
      <w:proofErr w:type="gramEnd"/>
      <w:r w:rsidRPr="005A4C55">
        <w:t xml:space="preserve"> st.hr. – </w:t>
      </w:r>
      <w:proofErr w:type="spellStart"/>
      <w:r w:rsidRPr="005A4C55">
        <w:t>Č.Budějovice</w:t>
      </w:r>
      <w:proofErr w:type="spellEnd"/>
      <w:r w:rsidRPr="005A4C55">
        <w:t>“, zpracovatel PORET s. r. o., datum 09/2020.</w:t>
      </w:r>
    </w:p>
    <w:p w14:paraId="69C4A3F8" w14:textId="77777777" w:rsidR="00A969F6" w:rsidRDefault="00A969F6" w:rsidP="00A969F6">
      <w:pPr>
        <w:pStyle w:val="Odrka1-1"/>
        <w:numPr>
          <w:ilvl w:val="0"/>
          <w:numId w:val="6"/>
        </w:numPr>
        <w:tabs>
          <w:tab w:val="clear" w:pos="1077"/>
        </w:tabs>
        <w:ind w:left="284" w:hanging="284"/>
      </w:pPr>
      <w:r>
        <w:t>Schvalovací protokol v přípravě č. j. 472/2021-SŽ-O6-Hlo ze dne 4. 1. 2021</w:t>
      </w:r>
    </w:p>
    <w:p w14:paraId="37D35A7A" w14:textId="77777777" w:rsidR="00A969F6" w:rsidRDefault="00A969F6" w:rsidP="00A969F6">
      <w:pPr>
        <w:pStyle w:val="Odrka1-1"/>
        <w:numPr>
          <w:ilvl w:val="0"/>
          <w:numId w:val="6"/>
        </w:numPr>
        <w:tabs>
          <w:tab w:val="clear" w:pos="1077"/>
        </w:tabs>
        <w:ind w:left="284" w:hanging="284"/>
      </w:pPr>
      <w:r w:rsidRPr="005A4C55">
        <w:t>Stavební povolení č. j.: DUCR-53175/20/Ks ze dne 5. 10. 2020 (nabytí právní moci 29. 10. 2020)</w:t>
      </w:r>
    </w:p>
    <w:p w14:paraId="4242DE0D" w14:textId="77777777" w:rsidR="00A969F6" w:rsidRDefault="00A969F6" w:rsidP="00A969F6">
      <w:pPr>
        <w:pStyle w:val="Odrka1-1"/>
        <w:numPr>
          <w:ilvl w:val="0"/>
          <w:numId w:val="0"/>
        </w:numPr>
      </w:pPr>
    </w:p>
    <w:p w14:paraId="1A4D697F" w14:textId="77777777" w:rsidR="00A969F6" w:rsidRPr="005A4C55" w:rsidRDefault="00A969F6" w:rsidP="00A969F6">
      <w:pPr>
        <w:pStyle w:val="Odrka1-1"/>
        <w:numPr>
          <w:ilvl w:val="0"/>
          <w:numId w:val="0"/>
        </w:numPr>
      </w:pPr>
      <w:r w:rsidRPr="000507F0">
        <w:t>Výše uvedené Související dokumenty obdržel Zhotovitel jako součást Zadávací dokumentace a k této Smlouvě o dílo se tak v listinné formě již nepřipojují.</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50412D95" w14:textId="77777777" w:rsidR="00A969F6" w:rsidRPr="001F518E" w:rsidRDefault="00A969F6" w:rsidP="00A969F6">
      <w:pPr>
        <w:pStyle w:val="Textbezodsazen"/>
      </w:pPr>
      <w:r w:rsidRPr="001F518E">
        <w:t>Rekapitulace Ceny Díla dle stavebních objektů (SO)</w:t>
      </w:r>
      <w:r>
        <w:t xml:space="preserve"> a </w:t>
      </w:r>
      <w:r w:rsidRPr="001F518E">
        <w:t>provozních souborů (PS):</w:t>
      </w:r>
    </w:p>
    <w:p w14:paraId="6F7E8EC2" w14:textId="77777777" w:rsidR="00A969F6" w:rsidRPr="000B7D82" w:rsidRDefault="00A969F6" w:rsidP="00A969F6">
      <w:pPr>
        <w:pStyle w:val="Textbezodsazen"/>
        <w:rPr>
          <w:i/>
        </w:rPr>
      </w:pPr>
      <w:r w:rsidRPr="000B7D82">
        <w:rPr>
          <w:i/>
        </w:rPr>
        <w:t xml:space="preserve">Do přílohy Smlouvy bude vložena tabulka Rekapitulace Ceny Díla předložená v nabídce uchazeče. </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2FCE8C82" w14:textId="38A75296"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688602DD"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06328004" w:rsidR="007C5289" w:rsidRPr="007C5289" w:rsidRDefault="007C5289" w:rsidP="009A644C">
            <w:pPr>
              <w:pStyle w:val="Tabulka"/>
              <w:cnfStyle w:val="000000000000" w:firstRow="0" w:lastRow="0" w:firstColumn="0" w:lastColumn="0" w:oddVBand="0" w:evenVBand="0" w:oddHBand="0" w:evenHBand="0" w:firstRowFirstColumn="0" w:firstRowLastColumn="0" w:lastRowFirstColumn="0" w:lastRowLastColumn="0"/>
            </w:pPr>
            <w:r w:rsidRPr="009A644C">
              <w:t xml:space="preserve">Minimálně </w:t>
            </w:r>
            <w:r w:rsidR="009A644C" w:rsidRPr="009A644C">
              <w:t>7</w:t>
            </w:r>
            <w:r w:rsidRPr="009A644C">
              <w:t xml:space="preserve"> mil. Kč na jednu pojistnou událost</w:t>
            </w:r>
            <w:r w:rsidR="00A349C6" w:rsidRPr="009A644C">
              <w:t xml:space="preserve"> a </w:t>
            </w:r>
            <w:r w:rsidR="009A644C" w:rsidRPr="009A644C">
              <w:t>50</w:t>
            </w:r>
            <w:r w:rsidRPr="009A644C">
              <w:t xml:space="preserve"> mil. Kč</w:t>
            </w:r>
            <w:r w:rsidR="00A349C6" w:rsidRPr="009A644C">
              <w:t xml:space="preserve"> v </w:t>
            </w:r>
            <w:r w:rsidRPr="009A644C">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5C310017" w:rsidR="00F762A8" w:rsidRDefault="00F762A8" w:rsidP="00F762A8">
      <w:pPr>
        <w:pStyle w:val="Textbezodsazen"/>
      </w:pPr>
    </w:p>
    <w:p w14:paraId="5EDD62E6" w14:textId="27020556" w:rsidR="003E5D70" w:rsidRDefault="003E5D70" w:rsidP="00F762A8">
      <w:pPr>
        <w:pStyle w:val="Textbezodsazen"/>
      </w:pPr>
    </w:p>
    <w:p w14:paraId="13937BB0" w14:textId="528430D9" w:rsidR="003E5D70" w:rsidRDefault="003E5D70" w:rsidP="00F762A8">
      <w:pPr>
        <w:pStyle w:val="Textbezodsazen"/>
      </w:pPr>
    </w:p>
    <w:p w14:paraId="3452E753" w14:textId="2AAC6A3E" w:rsidR="003E5D70" w:rsidRDefault="003E5D70" w:rsidP="00F762A8">
      <w:pPr>
        <w:pStyle w:val="Textbezodsazen"/>
      </w:pPr>
    </w:p>
    <w:p w14:paraId="33748A57" w14:textId="15568619" w:rsidR="003E5D70" w:rsidRDefault="003E5D70" w:rsidP="00F762A8">
      <w:pPr>
        <w:pStyle w:val="Textbezodsazen"/>
      </w:pPr>
    </w:p>
    <w:p w14:paraId="33631D90" w14:textId="23074CD6" w:rsidR="003E5D70" w:rsidRDefault="003E5D70" w:rsidP="00F762A8">
      <w:pPr>
        <w:pStyle w:val="Textbezodsazen"/>
      </w:pPr>
    </w:p>
    <w:p w14:paraId="6A1B8080" w14:textId="514A0B2F" w:rsidR="003E5D70" w:rsidRDefault="003E5D70" w:rsidP="00F762A8">
      <w:pPr>
        <w:pStyle w:val="Textbezodsazen"/>
      </w:pPr>
    </w:p>
    <w:p w14:paraId="209BFB85" w14:textId="71EE202A" w:rsidR="003E5D70" w:rsidRDefault="003E5D70" w:rsidP="00F762A8">
      <w:pPr>
        <w:pStyle w:val="Textbezodsazen"/>
      </w:pPr>
    </w:p>
    <w:p w14:paraId="5754DAC1" w14:textId="5914428B" w:rsidR="003E5D70" w:rsidRDefault="003E5D70" w:rsidP="00F762A8">
      <w:pPr>
        <w:pStyle w:val="Textbezodsazen"/>
      </w:pPr>
    </w:p>
    <w:p w14:paraId="7949A3EA" w14:textId="48896FD5" w:rsidR="003E5D70" w:rsidRDefault="003E5D70" w:rsidP="00F762A8">
      <w:pPr>
        <w:pStyle w:val="Textbezodsazen"/>
      </w:pPr>
    </w:p>
    <w:p w14:paraId="5B94118C" w14:textId="69C23E2C" w:rsidR="003E5D70" w:rsidRDefault="003E5D70" w:rsidP="00F762A8">
      <w:pPr>
        <w:pStyle w:val="Textbezodsazen"/>
      </w:pPr>
    </w:p>
    <w:p w14:paraId="5BD817F7" w14:textId="56137635" w:rsidR="003E5D70" w:rsidRDefault="003E5D70" w:rsidP="00F762A8">
      <w:pPr>
        <w:pStyle w:val="Textbezodsazen"/>
      </w:pPr>
    </w:p>
    <w:p w14:paraId="43AAAE1D" w14:textId="4F9E82D3" w:rsidR="003E5D70" w:rsidRDefault="003E5D70" w:rsidP="00F762A8">
      <w:pPr>
        <w:pStyle w:val="Textbezodsazen"/>
      </w:pPr>
    </w:p>
    <w:p w14:paraId="0F0DBFD5" w14:textId="02DD4101" w:rsidR="003E5D70" w:rsidRDefault="003E5D70" w:rsidP="00F762A8">
      <w:pPr>
        <w:pStyle w:val="Textbezodsazen"/>
      </w:pPr>
    </w:p>
    <w:p w14:paraId="7D13720A" w14:textId="1D4F0C61" w:rsidR="003E5D70" w:rsidRDefault="003E5D70" w:rsidP="00F762A8">
      <w:pPr>
        <w:pStyle w:val="Textbezodsazen"/>
      </w:pPr>
    </w:p>
    <w:p w14:paraId="7C9AB735" w14:textId="21E4698D" w:rsidR="003E5D70" w:rsidRDefault="003E5D70" w:rsidP="00F762A8">
      <w:pPr>
        <w:pStyle w:val="Textbezodsazen"/>
      </w:pPr>
    </w:p>
    <w:p w14:paraId="52B1F859" w14:textId="32F8DF7B" w:rsidR="003E5D70" w:rsidRDefault="003E5D70" w:rsidP="00F762A8">
      <w:pPr>
        <w:pStyle w:val="Textbezodsazen"/>
      </w:pPr>
    </w:p>
    <w:p w14:paraId="10A237D2" w14:textId="6D178BAA" w:rsidR="003E5D70" w:rsidRDefault="003E5D70" w:rsidP="00F762A8">
      <w:pPr>
        <w:pStyle w:val="Textbezodsazen"/>
      </w:pPr>
    </w:p>
    <w:p w14:paraId="3B55DFC9" w14:textId="1C651F8E" w:rsidR="003E5D70" w:rsidRDefault="003E5D70" w:rsidP="00F762A8">
      <w:pPr>
        <w:pStyle w:val="Textbezodsazen"/>
      </w:pPr>
    </w:p>
    <w:p w14:paraId="6E784746" w14:textId="7B8F9F95" w:rsidR="003E5D70" w:rsidRDefault="003E5D70" w:rsidP="00F762A8">
      <w:pPr>
        <w:pStyle w:val="Textbezodsazen"/>
      </w:pPr>
    </w:p>
    <w:p w14:paraId="4FEA220C" w14:textId="315D090E" w:rsidR="003E5D70" w:rsidRDefault="003E5D70" w:rsidP="00F762A8">
      <w:pPr>
        <w:pStyle w:val="Textbezodsazen"/>
      </w:pPr>
    </w:p>
    <w:p w14:paraId="59313B72" w14:textId="0FDB1005" w:rsidR="003E5D70" w:rsidRDefault="003E5D70" w:rsidP="00F762A8">
      <w:pPr>
        <w:pStyle w:val="Textbezodsazen"/>
      </w:pPr>
    </w:p>
    <w:p w14:paraId="620255A6" w14:textId="54B75D84" w:rsidR="003E5D70" w:rsidRDefault="003E5D70" w:rsidP="00F762A8">
      <w:pPr>
        <w:pStyle w:val="Textbezodsazen"/>
      </w:pPr>
    </w:p>
    <w:p w14:paraId="198B707D" w14:textId="0530C3D5" w:rsidR="003E5D70" w:rsidRDefault="003E5D70" w:rsidP="00F762A8">
      <w:pPr>
        <w:pStyle w:val="Textbezodsazen"/>
      </w:pPr>
    </w:p>
    <w:p w14:paraId="3AD571CF" w14:textId="07CEC7E2" w:rsidR="003E5D70" w:rsidRDefault="003E5D70" w:rsidP="00F762A8">
      <w:pPr>
        <w:pStyle w:val="Textbezodsazen"/>
      </w:pPr>
    </w:p>
    <w:p w14:paraId="22D6D22A" w14:textId="19548607" w:rsidR="003E5D70" w:rsidRDefault="003E5D70" w:rsidP="00F762A8">
      <w:pPr>
        <w:pStyle w:val="Textbezodsazen"/>
      </w:pPr>
    </w:p>
    <w:p w14:paraId="5AA67D3A" w14:textId="77B8A0A4" w:rsidR="003E5D70" w:rsidRDefault="003E5D70" w:rsidP="00F762A8">
      <w:pPr>
        <w:pStyle w:val="Textbezodsazen"/>
      </w:pPr>
    </w:p>
    <w:p w14:paraId="00F7AE64" w14:textId="369D545B" w:rsidR="003E5D70" w:rsidRDefault="003E5D70" w:rsidP="00F762A8">
      <w:pPr>
        <w:pStyle w:val="Textbezodsazen"/>
      </w:pPr>
    </w:p>
    <w:p w14:paraId="4CB9F13D" w14:textId="650F12A3" w:rsidR="003E5D70" w:rsidRDefault="003E5D70" w:rsidP="00F762A8">
      <w:pPr>
        <w:pStyle w:val="Textbezodsazen"/>
      </w:pPr>
    </w:p>
    <w:p w14:paraId="0E4ADE2B" w14:textId="2D946377" w:rsidR="003E5D70" w:rsidRDefault="003E5D70" w:rsidP="00F762A8">
      <w:pPr>
        <w:pStyle w:val="Textbezodsazen"/>
      </w:pPr>
    </w:p>
    <w:p w14:paraId="30B89789" w14:textId="270037D2" w:rsidR="003E5D70" w:rsidRDefault="003E5D70" w:rsidP="00F762A8">
      <w:pPr>
        <w:pStyle w:val="Textbezodsazen"/>
      </w:pPr>
    </w:p>
    <w:p w14:paraId="1B37A80B" w14:textId="77777777" w:rsidR="00C007BE" w:rsidRDefault="00C007BE" w:rsidP="00C007BE">
      <w:pPr>
        <w:pStyle w:val="Textbezodsazen"/>
        <w:jc w:val="center"/>
        <w:sectPr w:rsidR="00C007BE"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60212D85" w14:textId="2DB8879F" w:rsidR="003E5D70" w:rsidRDefault="003E5D70" w:rsidP="00C007BE">
      <w:pPr>
        <w:pStyle w:val="Textbezodsazen"/>
      </w:pPr>
    </w:p>
    <w:p w14:paraId="63B8BEE1" w14:textId="77777777" w:rsidR="003E5D70" w:rsidRPr="00FE7D6F" w:rsidRDefault="003E5D70" w:rsidP="003E5D70">
      <w:pPr>
        <w:pStyle w:val="Nadpis2-1"/>
        <w:numPr>
          <w:ilvl w:val="0"/>
          <w:numId w:val="0"/>
        </w:numPr>
        <w:spacing w:after="60" w:line="276" w:lineRule="auto"/>
        <w:outlineLvl w:val="9"/>
      </w:pPr>
      <w:r w:rsidRPr="00FE7D6F">
        <w:t>Příloha č. 10</w:t>
      </w:r>
    </w:p>
    <w:p w14:paraId="417FAD9B" w14:textId="77777777" w:rsidR="003E5D70" w:rsidRDefault="003E5D70" w:rsidP="003E5D70">
      <w:pPr>
        <w:rPr>
          <w:b/>
          <w:bCs/>
        </w:rPr>
      </w:pPr>
    </w:p>
    <w:p w14:paraId="5A33F46A" w14:textId="77777777" w:rsidR="003E5D70" w:rsidRPr="009B774A" w:rsidRDefault="003E5D70" w:rsidP="003E5D70">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16346FEF" w14:textId="77777777" w:rsidR="003E5D70" w:rsidRPr="00651F0E" w:rsidRDefault="003E5D70" w:rsidP="003E5D70">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3E5D70" w:rsidRPr="009B2848" w14:paraId="73D4CF96" w14:textId="77777777" w:rsidTr="003E5D70">
        <w:tc>
          <w:tcPr>
            <w:tcW w:w="2554" w:type="pct"/>
            <w:shd w:val="clear" w:color="auto" w:fill="FFBFBF" w:themeFill="accent6" w:themeFillTint="33"/>
            <w:vAlign w:val="center"/>
          </w:tcPr>
          <w:p w14:paraId="74B6ED1A" w14:textId="77777777" w:rsidR="003E5D70" w:rsidRPr="009B2848" w:rsidRDefault="003E5D70" w:rsidP="003E5D70">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28B2F103" w14:textId="77777777" w:rsidR="003E5D70" w:rsidRPr="009B2848" w:rsidRDefault="003E5D70" w:rsidP="003E5D70">
            <w:pPr>
              <w:keepNext/>
              <w:spacing w:after="60"/>
              <w:jc w:val="center"/>
              <w:outlineLvl w:val="3"/>
              <w:rPr>
                <w:rFonts w:eastAsia="Times New Roman"/>
                <w:bCs/>
              </w:rPr>
            </w:pPr>
          </w:p>
        </w:tc>
      </w:tr>
      <w:tr w:rsidR="003E5D70" w:rsidRPr="009B2848" w14:paraId="639E3144" w14:textId="77777777" w:rsidTr="003E5D70">
        <w:tc>
          <w:tcPr>
            <w:tcW w:w="2554" w:type="pct"/>
            <w:shd w:val="clear" w:color="auto" w:fill="FFBFBF" w:themeFill="accent6" w:themeFillTint="33"/>
            <w:vAlign w:val="center"/>
          </w:tcPr>
          <w:p w14:paraId="462CA2FB" w14:textId="77777777" w:rsidR="003E5D70" w:rsidRPr="009B2848" w:rsidRDefault="003E5D70" w:rsidP="003E5D70">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397549D5" w14:textId="77777777" w:rsidR="003E5D70" w:rsidRPr="009B2848" w:rsidRDefault="003E5D70" w:rsidP="003E5D70">
            <w:pPr>
              <w:keepNext/>
              <w:spacing w:after="60"/>
              <w:jc w:val="center"/>
              <w:outlineLvl w:val="3"/>
              <w:rPr>
                <w:rFonts w:eastAsia="Times New Roman"/>
                <w:bCs/>
              </w:rPr>
            </w:pPr>
          </w:p>
        </w:tc>
      </w:tr>
      <w:tr w:rsidR="003E5D70" w:rsidRPr="009B2848" w14:paraId="74241B2B" w14:textId="77777777" w:rsidTr="003E5D70">
        <w:tc>
          <w:tcPr>
            <w:tcW w:w="2554" w:type="pct"/>
            <w:shd w:val="clear" w:color="auto" w:fill="FFBFBF" w:themeFill="accent6" w:themeFillTint="33"/>
            <w:vAlign w:val="center"/>
          </w:tcPr>
          <w:p w14:paraId="46D4E315" w14:textId="77777777" w:rsidR="003E5D70" w:rsidRPr="009B2848" w:rsidRDefault="003E5D70" w:rsidP="003E5D70">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70186D40" w14:textId="77777777" w:rsidR="003E5D70" w:rsidRPr="009B2848" w:rsidRDefault="003E5D70" w:rsidP="003E5D70">
            <w:pPr>
              <w:keepNext/>
              <w:spacing w:after="60"/>
              <w:jc w:val="center"/>
              <w:outlineLvl w:val="3"/>
              <w:rPr>
                <w:rFonts w:eastAsia="Times New Roman"/>
                <w:bCs/>
              </w:rPr>
            </w:pPr>
          </w:p>
        </w:tc>
      </w:tr>
      <w:tr w:rsidR="003E5D70" w:rsidRPr="009B2848" w14:paraId="05F91E0C" w14:textId="77777777" w:rsidTr="003E5D70">
        <w:tc>
          <w:tcPr>
            <w:tcW w:w="2554" w:type="pct"/>
            <w:shd w:val="clear" w:color="auto" w:fill="FFBFBF" w:themeFill="accent6" w:themeFillTint="33"/>
            <w:vAlign w:val="center"/>
          </w:tcPr>
          <w:p w14:paraId="2833489E" w14:textId="77777777" w:rsidR="003E5D70" w:rsidRPr="009B2848" w:rsidRDefault="003E5D70" w:rsidP="003E5D70">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5275A2F3" w14:textId="77777777" w:rsidR="003E5D70" w:rsidRPr="009B2848" w:rsidRDefault="003E5D70" w:rsidP="003E5D70">
            <w:pPr>
              <w:keepNext/>
              <w:spacing w:after="60"/>
              <w:jc w:val="center"/>
              <w:outlineLvl w:val="3"/>
              <w:rPr>
                <w:rFonts w:eastAsia="Times New Roman"/>
                <w:bCs/>
              </w:rPr>
            </w:pPr>
          </w:p>
        </w:tc>
      </w:tr>
      <w:tr w:rsidR="003E5D70" w:rsidRPr="009B2848" w14:paraId="4AFFF1FC" w14:textId="77777777" w:rsidTr="003E5D70">
        <w:tc>
          <w:tcPr>
            <w:tcW w:w="2500" w:type="pct"/>
            <w:shd w:val="clear" w:color="auto" w:fill="FFBFBF" w:themeFill="accent6" w:themeFillTint="33"/>
            <w:vAlign w:val="center"/>
          </w:tcPr>
          <w:p w14:paraId="410256B3" w14:textId="77777777" w:rsidR="003E5D70" w:rsidRPr="009B2848" w:rsidRDefault="003E5D70" w:rsidP="003E5D70">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11C4EE8A" w14:textId="77777777" w:rsidR="003E5D70" w:rsidRPr="009B2848" w:rsidRDefault="003E5D70" w:rsidP="003E5D70">
            <w:pPr>
              <w:keepNext/>
              <w:spacing w:after="60"/>
              <w:jc w:val="center"/>
              <w:outlineLvl w:val="3"/>
              <w:rPr>
                <w:rFonts w:eastAsia="Times New Roman"/>
                <w:bCs/>
              </w:rPr>
            </w:pPr>
          </w:p>
        </w:tc>
      </w:tr>
      <w:tr w:rsidR="003E5D70" w:rsidRPr="009B2848" w14:paraId="3C209905" w14:textId="77777777" w:rsidTr="003E5D70">
        <w:tc>
          <w:tcPr>
            <w:tcW w:w="2500" w:type="pct"/>
            <w:shd w:val="clear" w:color="auto" w:fill="FFBFBF" w:themeFill="accent6" w:themeFillTint="33"/>
            <w:vAlign w:val="center"/>
          </w:tcPr>
          <w:p w14:paraId="57F31FD2" w14:textId="77777777" w:rsidR="003E5D70" w:rsidRPr="009B2848" w:rsidRDefault="003E5D70" w:rsidP="003E5D70">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25189BE0" w14:textId="77777777" w:rsidR="003E5D70" w:rsidRPr="009B2848" w:rsidRDefault="003E5D70" w:rsidP="003E5D70">
            <w:pPr>
              <w:keepNext/>
              <w:spacing w:after="60"/>
              <w:jc w:val="center"/>
              <w:outlineLvl w:val="3"/>
              <w:rPr>
                <w:rFonts w:eastAsia="Times New Roman"/>
                <w:bCs/>
              </w:rPr>
            </w:pPr>
          </w:p>
        </w:tc>
      </w:tr>
      <w:tr w:rsidR="003E5D70" w:rsidRPr="009B2848" w14:paraId="6E920CD9" w14:textId="77777777" w:rsidTr="003E5D70">
        <w:tc>
          <w:tcPr>
            <w:tcW w:w="2500" w:type="pct"/>
            <w:shd w:val="clear" w:color="auto" w:fill="FFBFBF" w:themeFill="accent6" w:themeFillTint="33"/>
            <w:vAlign w:val="center"/>
          </w:tcPr>
          <w:p w14:paraId="499B3AF2" w14:textId="77777777" w:rsidR="003E5D70" w:rsidRPr="009B2848" w:rsidRDefault="003E5D70" w:rsidP="003E5D70">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63311F7E" w14:textId="77777777" w:rsidR="003E5D70" w:rsidRPr="009B2848" w:rsidRDefault="003E5D70" w:rsidP="003E5D70">
            <w:pPr>
              <w:keepNext/>
              <w:spacing w:after="60"/>
              <w:jc w:val="center"/>
              <w:outlineLvl w:val="3"/>
              <w:rPr>
                <w:rFonts w:eastAsia="Times New Roman"/>
                <w:bCs/>
              </w:rPr>
            </w:pPr>
          </w:p>
        </w:tc>
      </w:tr>
      <w:tr w:rsidR="003E5D70" w:rsidRPr="009B2848" w14:paraId="37FC6345" w14:textId="77777777" w:rsidTr="003E5D70">
        <w:tc>
          <w:tcPr>
            <w:tcW w:w="2500" w:type="pct"/>
            <w:shd w:val="clear" w:color="auto" w:fill="FFBFBF" w:themeFill="accent6" w:themeFillTint="33"/>
            <w:vAlign w:val="center"/>
          </w:tcPr>
          <w:p w14:paraId="7403C622" w14:textId="77777777" w:rsidR="003E5D70" w:rsidRPr="009B2848" w:rsidRDefault="003E5D70" w:rsidP="003E5D70">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4FD4F65E" w14:textId="77777777" w:rsidR="003E5D70" w:rsidRPr="009B2848" w:rsidRDefault="003E5D70" w:rsidP="003E5D70">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3E5D70" w:rsidRPr="00034484" w14:paraId="57386320" w14:textId="77777777" w:rsidTr="003E5D70">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8790FDA" w14:textId="77777777" w:rsidR="003E5D70" w:rsidRPr="00034484" w:rsidRDefault="003E5D70" w:rsidP="003E5D70">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07620A78" w14:textId="77777777" w:rsidR="003E5D70" w:rsidRPr="00034484" w:rsidRDefault="003E5D70" w:rsidP="003E5D70">
            <w:pPr>
              <w:outlineLvl w:val="3"/>
              <w:rPr>
                <w:bCs/>
              </w:rPr>
            </w:pPr>
          </w:p>
        </w:tc>
      </w:tr>
      <w:tr w:rsidR="003E5D70" w:rsidRPr="00034484" w14:paraId="4E4A61D1" w14:textId="77777777" w:rsidTr="003E5D70">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93FB20C" w14:textId="77777777" w:rsidR="003E5D70" w:rsidRPr="00034484" w:rsidRDefault="003E5D70" w:rsidP="003E5D70">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B9E2DA9" w14:textId="77777777" w:rsidR="003E5D70" w:rsidRPr="00034484" w:rsidRDefault="003E5D70" w:rsidP="003E5D70">
            <w:pPr>
              <w:outlineLvl w:val="3"/>
              <w:rPr>
                <w:bCs/>
              </w:rPr>
            </w:pPr>
          </w:p>
        </w:tc>
      </w:tr>
      <w:tr w:rsidR="003E5D70" w:rsidRPr="00034484" w14:paraId="4714783A" w14:textId="77777777" w:rsidTr="003E5D70">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6977C53" w14:textId="77777777" w:rsidR="003E5D70" w:rsidRPr="00034484" w:rsidRDefault="003E5D70" w:rsidP="003E5D70">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C89371F" w14:textId="77777777" w:rsidR="003E5D70" w:rsidRPr="00034484" w:rsidRDefault="003E5D70" w:rsidP="003E5D70">
            <w:pPr>
              <w:outlineLvl w:val="3"/>
              <w:rPr>
                <w:bCs/>
              </w:rPr>
            </w:pPr>
          </w:p>
        </w:tc>
      </w:tr>
      <w:tr w:rsidR="003E5D70" w:rsidRPr="00034484" w14:paraId="41F2190A" w14:textId="77777777" w:rsidTr="003E5D70">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7552C59" w14:textId="77777777" w:rsidR="003E5D70" w:rsidRPr="00034484" w:rsidRDefault="003E5D70" w:rsidP="003E5D70">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9934606" w14:textId="77777777" w:rsidR="003E5D70" w:rsidRPr="00034484" w:rsidRDefault="003E5D70" w:rsidP="003E5D70">
            <w:pPr>
              <w:outlineLvl w:val="3"/>
              <w:rPr>
                <w:bCs/>
              </w:rPr>
            </w:pPr>
          </w:p>
        </w:tc>
      </w:tr>
      <w:tr w:rsidR="003E5D70" w:rsidRPr="00034484" w14:paraId="628350FF" w14:textId="77777777" w:rsidTr="003E5D70">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FB76BB2" w14:textId="77777777" w:rsidR="003E5D70" w:rsidRPr="00034484" w:rsidRDefault="003E5D70" w:rsidP="003E5D70">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AAB8E6A" w14:textId="77777777" w:rsidR="003E5D70" w:rsidRPr="00034484" w:rsidRDefault="003E5D70" w:rsidP="003E5D70">
            <w:pPr>
              <w:outlineLvl w:val="3"/>
              <w:rPr>
                <w:bCs/>
              </w:rPr>
            </w:pPr>
          </w:p>
        </w:tc>
      </w:tr>
      <w:tr w:rsidR="003E5D70" w:rsidRPr="00034484" w14:paraId="2B10BBB1" w14:textId="77777777" w:rsidTr="003E5D70">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2C73454" w14:textId="77777777" w:rsidR="003E5D70" w:rsidRPr="00034484" w:rsidRDefault="003E5D70" w:rsidP="003E5D70">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F2F77B9" w14:textId="77777777" w:rsidR="003E5D70" w:rsidRPr="00034484" w:rsidRDefault="003E5D70" w:rsidP="003E5D70">
            <w:pPr>
              <w:outlineLvl w:val="3"/>
              <w:rPr>
                <w:bCs/>
              </w:rPr>
            </w:pPr>
          </w:p>
        </w:tc>
      </w:tr>
      <w:tr w:rsidR="003E5D70" w:rsidRPr="00034484" w14:paraId="0A55E029" w14:textId="77777777" w:rsidTr="003E5D70">
        <w:tc>
          <w:tcPr>
            <w:tcW w:w="2500" w:type="pct"/>
            <w:tcBorders>
              <w:top w:val="single" w:sz="4" w:space="0" w:color="auto"/>
              <w:bottom w:val="nil"/>
              <w:right w:val="nil"/>
            </w:tcBorders>
            <w:shd w:val="clear" w:color="auto" w:fill="auto"/>
            <w:vAlign w:val="center"/>
          </w:tcPr>
          <w:p w14:paraId="3BFD33B7" w14:textId="77777777" w:rsidR="003E5D70" w:rsidRPr="00034484" w:rsidRDefault="003E5D70" w:rsidP="003E5D70">
            <w:pPr>
              <w:rPr>
                <w:b/>
                <w:bCs/>
              </w:rPr>
            </w:pPr>
          </w:p>
        </w:tc>
        <w:tc>
          <w:tcPr>
            <w:tcW w:w="2481" w:type="pct"/>
            <w:tcBorders>
              <w:top w:val="single" w:sz="4" w:space="0" w:color="auto"/>
              <w:left w:val="nil"/>
              <w:bottom w:val="nil"/>
            </w:tcBorders>
            <w:shd w:val="clear" w:color="auto" w:fill="auto"/>
            <w:vAlign w:val="center"/>
          </w:tcPr>
          <w:p w14:paraId="7BB5D914" w14:textId="77777777" w:rsidR="003E5D70" w:rsidRPr="00034484" w:rsidRDefault="003E5D70" w:rsidP="003E5D70">
            <w:pPr>
              <w:rPr>
                <w:bCs/>
              </w:rPr>
            </w:pPr>
          </w:p>
        </w:tc>
      </w:tr>
    </w:tbl>
    <w:p w14:paraId="1B853D2B" w14:textId="77777777" w:rsidR="003E5D70" w:rsidRDefault="003E5D70" w:rsidP="003E5D70">
      <w:pPr>
        <w:rPr>
          <w:b/>
          <w:bCs/>
        </w:rPr>
      </w:pPr>
    </w:p>
    <w:tbl>
      <w:tblPr>
        <w:tblStyle w:val="Mkatabulky"/>
        <w:tblW w:w="0" w:type="auto"/>
        <w:tblLook w:val="04A0" w:firstRow="1" w:lastRow="0" w:firstColumn="1" w:lastColumn="0" w:noHBand="0" w:noVBand="1"/>
      </w:tblPr>
      <w:tblGrid>
        <w:gridCol w:w="2950"/>
        <w:gridCol w:w="2885"/>
        <w:gridCol w:w="2885"/>
      </w:tblGrid>
      <w:tr w:rsidR="003E5D70" w:rsidRPr="00034484" w14:paraId="7D5B64DE" w14:textId="77777777" w:rsidTr="003E5D70">
        <w:tc>
          <w:tcPr>
            <w:tcW w:w="2950" w:type="dxa"/>
            <w:shd w:val="clear" w:color="auto" w:fill="FFBFBF" w:themeFill="accent6" w:themeFillTint="33"/>
          </w:tcPr>
          <w:p w14:paraId="61885DE8" w14:textId="77777777" w:rsidR="003E5D70" w:rsidRPr="00034484" w:rsidRDefault="003E5D70" w:rsidP="003E5D70">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47876B77" w14:textId="77777777" w:rsidR="003E5D70" w:rsidRPr="00034484" w:rsidRDefault="003E5D70" w:rsidP="003E5D70">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31329A6F" w14:textId="77777777" w:rsidR="003E5D70" w:rsidRPr="00034484" w:rsidRDefault="003E5D70" w:rsidP="003E5D70">
            <w:pPr>
              <w:spacing w:after="60"/>
              <w:outlineLvl w:val="3"/>
              <w:rPr>
                <w:bCs/>
              </w:rPr>
            </w:pPr>
            <w:r w:rsidRPr="00034484">
              <w:rPr>
                <w:b/>
                <w:bCs/>
              </w:rPr>
              <w:t>Hodnota poddodávky</w:t>
            </w:r>
            <w:r w:rsidRPr="00034484">
              <w:rPr>
                <w:bCs/>
              </w:rPr>
              <w:t xml:space="preserve"> v % ze smluvní ceny díla a konkrétní částka v Kč </w:t>
            </w:r>
          </w:p>
        </w:tc>
      </w:tr>
      <w:tr w:rsidR="003E5D70" w:rsidRPr="00034484" w14:paraId="3230A704" w14:textId="77777777" w:rsidTr="003E5D70">
        <w:tc>
          <w:tcPr>
            <w:tcW w:w="2950" w:type="dxa"/>
            <w:vAlign w:val="center"/>
          </w:tcPr>
          <w:p w14:paraId="3639A2F8" w14:textId="77777777" w:rsidR="003E5D70" w:rsidRPr="00034484" w:rsidRDefault="003E5D70" w:rsidP="003E5D70">
            <w:pPr>
              <w:spacing w:after="60"/>
              <w:outlineLvl w:val="3"/>
              <w:rPr>
                <w:bCs/>
              </w:rPr>
            </w:pPr>
          </w:p>
        </w:tc>
        <w:tc>
          <w:tcPr>
            <w:tcW w:w="2885" w:type="dxa"/>
            <w:vAlign w:val="center"/>
          </w:tcPr>
          <w:p w14:paraId="5C2DC38E" w14:textId="77777777" w:rsidR="003E5D70" w:rsidRPr="00034484" w:rsidRDefault="003E5D70" w:rsidP="003E5D70">
            <w:pPr>
              <w:spacing w:after="60"/>
              <w:outlineLvl w:val="3"/>
              <w:rPr>
                <w:bCs/>
              </w:rPr>
            </w:pPr>
          </w:p>
        </w:tc>
        <w:tc>
          <w:tcPr>
            <w:tcW w:w="2885" w:type="dxa"/>
            <w:vAlign w:val="center"/>
          </w:tcPr>
          <w:p w14:paraId="62B41904" w14:textId="77777777" w:rsidR="003E5D70" w:rsidRPr="00034484" w:rsidRDefault="003E5D70" w:rsidP="003E5D70">
            <w:pPr>
              <w:spacing w:after="60"/>
              <w:outlineLvl w:val="3"/>
              <w:rPr>
                <w:bCs/>
              </w:rPr>
            </w:pPr>
          </w:p>
        </w:tc>
      </w:tr>
      <w:tr w:rsidR="003E5D70" w:rsidRPr="00034484" w14:paraId="7542AE37" w14:textId="77777777" w:rsidTr="003E5D70">
        <w:tc>
          <w:tcPr>
            <w:tcW w:w="2950" w:type="dxa"/>
            <w:vAlign w:val="center"/>
          </w:tcPr>
          <w:p w14:paraId="0F8401E6" w14:textId="77777777" w:rsidR="003E5D70" w:rsidRPr="00034484" w:rsidRDefault="003E5D70" w:rsidP="003E5D70">
            <w:pPr>
              <w:spacing w:after="60"/>
              <w:outlineLvl w:val="3"/>
              <w:rPr>
                <w:bCs/>
              </w:rPr>
            </w:pPr>
          </w:p>
        </w:tc>
        <w:tc>
          <w:tcPr>
            <w:tcW w:w="2885" w:type="dxa"/>
            <w:vAlign w:val="center"/>
          </w:tcPr>
          <w:p w14:paraId="564985EE" w14:textId="77777777" w:rsidR="003E5D70" w:rsidRPr="00034484" w:rsidRDefault="003E5D70" w:rsidP="003E5D70">
            <w:pPr>
              <w:spacing w:after="60"/>
              <w:outlineLvl w:val="3"/>
              <w:rPr>
                <w:bCs/>
              </w:rPr>
            </w:pPr>
          </w:p>
        </w:tc>
        <w:tc>
          <w:tcPr>
            <w:tcW w:w="2885" w:type="dxa"/>
            <w:vAlign w:val="center"/>
          </w:tcPr>
          <w:p w14:paraId="5DA3F033" w14:textId="77777777" w:rsidR="003E5D70" w:rsidRPr="00034484" w:rsidRDefault="003E5D70" w:rsidP="003E5D70">
            <w:pPr>
              <w:spacing w:after="60"/>
              <w:outlineLvl w:val="3"/>
              <w:rPr>
                <w:bCs/>
              </w:rPr>
            </w:pPr>
          </w:p>
        </w:tc>
      </w:tr>
      <w:tr w:rsidR="003E5D70" w:rsidRPr="00034484" w14:paraId="6D6ACCB3" w14:textId="77777777" w:rsidTr="003E5D70">
        <w:tc>
          <w:tcPr>
            <w:tcW w:w="2950" w:type="dxa"/>
            <w:vAlign w:val="center"/>
          </w:tcPr>
          <w:p w14:paraId="1A225E15" w14:textId="77777777" w:rsidR="003E5D70" w:rsidRPr="00034484" w:rsidRDefault="003E5D70" w:rsidP="003E5D70">
            <w:pPr>
              <w:spacing w:after="60"/>
              <w:outlineLvl w:val="3"/>
              <w:rPr>
                <w:bCs/>
              </w:rPr>
            </w:pPr>
          </w:p>
        </w:tc>
        <w:tc>
          <w:tcPr>
            <w:tcW w:w="2885" w:type="dxa"/>
            <w:vAlign w:val="center"/>
          </w:tcPr>
          <w:p w14:paraId="338006E6" w14:textId="77777777" w:rsidR="003E5D70" w:rsidRPr="00034484" w:rsidRDefault="003E5D70" w:rsidP="003E5D70">
            <w:pPr>
              <w:spacing w:after="60"/>
              <w:outlineLvl w:val="3"/>
              <w:rPr>
                <w:bCs/>
              </w:rPr>
            </w:pPr>
          </w:p>
        </w:tc>
        <w:tc>
          <w:tcPr>
            <w:tcW w:w="2885" w:type="dxa"/>
            <w:vAlign w:val="center"/>
          </w:tcPr>
          <w:p w14:paraId="51957308" w14:textId="77777777" w:rsidR="003E5D70" w:rsidRPr="00034484" w:rsidRDefault="003E5D70" w:rsidP="003E5D70">
            <w:pPr>
              <w:spacing w:after="60"/>
              <w:outlineLvl w:val="3"/>
              <w:rPr>
                <w:bCs/>
              </w:rPr>
            </w:pPr>
          </w:p>
        </w:tc>
      </w:tr>
      <w:tr w:rsidR="003E5D70" w:rsidRPr="00034484" w14:paraId="400DF1F2" w14:textId="77777777" w:rsidTr="003E5D70">
        <w:tc>
          <w:tcPr>
            <w:tcW w:w="2950" w:type="dxa"/>
            <w:vAlign w:val="center"/>
          </w:tcPr>
          <w:p w14:paraId="353BE437" w14:textId="77777777" w:rsidR="003E5D70" w:rsidRPr="00034484" w:rsidRDefault="003E5D70" w:rsidP="003E5D70">
            <w:pPr>
              <w:spacing w:after="60"/>
              <w:outlineLvl w:val="3"/>
              <w:rPr>
                <w:bCs/>
              </w:rPr>
            </w:pPr>
          </w:p>
        </w:tc>
        <w:tc>
          <w:tcPr>
            <w:tcW w:w="2885" w:type="dxa"/>
            <w:vAlign w:val="center"/>
          </w:tcPr>
          <w:p w14:paraId="55AEEF1E" w14:textId="77777777" w:rsidR="003E5D70" w:rsidRPr="00034484" w:rsidRDefault="003E5D70" w:rsidP="003E5D70">
            <w:pPr>
              <w:spacing w:after="60"/>
              <w:outlineLvl w:val="3"/>
              <w:rPr>
                <w:bCs/>
              </w:rPr>
            </w:pPr>
          </w:p>
        </w:tc>
        <w:tc>
          <w:tcPr>
            <w:tcW w:w="2885" w:type="dxa"/>
            <w:vAlign w:val="center"/>
          </w:tcPr>
          <w:p w14:paraId="33182346" w14:textId="77777777" w:rsidR="003E5D70" w:rsidRPr="00034484" w:rsidRDefault="003E5D70" w:rsidP="003E5D70">
            <w:pPr>
              <w:spacing w:after="60"/>
              <w:outlineLvl w:val="3"/>
              <w:rPr>
                <w:bCs/>
              </w:rPr>
            </w:pPr>
          </w:p>
        </w:tc>
      </w:tr>
    </w:tbl>
    <w:p w14:paraId="7207AF9F" w14:textId="77777777" w:rsidR="003E5D70" w:rsidRPr="00034484" w:rsidRDefault="003E5D70" w:rsidP="003E5D70">
      <w:pPr>
        <w:rPr>
          <w:b/>
          <w:bCs/>
        </w:rPr>
      </w:pPr>
    </w:p>
    <w:tbl>
      <w:tblPr>
        <w:tblStyle w:val="Mkatabulky"/>
        <w:tblW w:w="5000" w:type="pct"/>
        <w:tblLook w:val="04A0" w:firstRow="1" w:lastRow="0" w:firstColumn="1" w:lastColumn="0" w:noHBand="0" w:noVBand="1"/>
      </w:tblPr>
      <w:tblGrid>
        <w:gridCol w:w="5874"/>
        <w:gridCol w:w="2846"/>
      </w:tblGrid>
      <w:tr w:rsidR="003E5D70" w:rsidRPr="00034484" w14:paraId="3C077624" w14:textId="77777777" w:rsidTr="003E5D70">
        <w:tc>
          <w:tcPr>
            <w:tcW w:w="5874" w:type="dxa"/>
            <w:shd w:val="clear" w:color="auto" w:fill="FFBFBF" w:themeFill="accent6" w:themeFillTint="33"/>
            <w:vAlign w:val="center"/>
          </w:tcPr>
          <w:p w14:paraId="2BE95761" w14:textId="77777777" w:rsidR="003E5D70" w:rsidRPr="00034484" w:rsidRDefault="003E5D70" w:rsidP="003E5D70">
            <w:pPr>
              <w:spacing w:after="60"/>
              <w:outlineLvl w:val="3"/>
              <w:rPr>
                <w:b/>
                <w:bCs/>
              </w:rPr>
            </w:pPr>
            <w:r w:rsidRPr="00034484">
              <w:rPr>
                <w:b/>
                <w:bCs/>
              </w:rPr>
              <w:t>Rozsah prací:</w:t>
            </w:r>
          </w:p>
          <w:p w14:paraId="31C9FE61" w14:textId="77777777" w:rsidR="003E5D70" w:rsidRPr="00034484" w:rsidRDefault="003E5D70" w:rsidP="003E5D70">
            <w:pPr>
              <w:spacing w:after="60"/>
              <w:outlineLvl w:val="3"/>
              <w:rPr>
                <w:bCs/>
              </w:rPr>
            </w:pPr>
            <w:r w:rsidRPr="00034484">
              <w:rPr>
                <w:bCs/>
              </w:rPr>
              <w:t>(dle předmětu díla / předmětu plnění VZ)</w:t>
            </w:r>
          </w:p>
        </w:tc>
        <w:tc>
          <w:tcPr>
            <w:tcW w:w="2910" w:type="dxa"/>
            <w:vAlign w:val="center"/>
          </w:tcPr>
          <w:p w14:paraId="2D30966C" w14:textId="77777777" w:rsidR="003E5D70" w:rsidRPr="00034484" w:rsidRDefault="003E5D70" w:rsidP="003E5D70">
            <w:pPr>
              <w:spacing w:after="60"/>
              <w:outlineLvl w:val="3"/>
              <w:rPr>
                <w:bCs/>
              </w:rPr>
            </w:pPr>
          </w:p>
        </w:tc>
      </w:tr>
      <w:tr w:rsidR="003E5D70" w:rsidRPr="00034484" w14:paraId="3323E926" w14:textId="77777777" w:rsidTr="003E5D70">
        <w:tc>
          <w:tcPr>
            <w:tcW w:w="5874" w:type="dxa"/>
            <w:shd w:val="clear" w:color="auto" w:fill="FFBFBF" w:themeFill="accent6" w:themeFillTint="33"/>
            <w:vAlign w:val="center"/>
          </w:tcPr>
          <w:p w14:paraId="054C12CE" w14:textId="77777777" w:rsidR="003E5D70" w:rsidRPr="00034484" w:rsidRDefault="003E5D70" w:rsidP="003E5D70">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527A2680" w14:textId="77777777" w:rsidR="003E5D70" w:rsidRPr="00034484" w:rsidRDefault="003E5D70" w:rsidP="003E5D70">
            <w:pPr>
              <w:spacing w:after="60"/>
              <w:outlineLvl w:val="3"/>
              <w:rPr>
                <w:bCs/>
              </w:rPr>
            </w:pPr>
          </w:p>
        </w:tc>
      </w:tr>
      <w:tr w:rsidR="003E5D70" w:rsidRPr="00034484" w14:paraId="4EDC0631" w14:textId="77777777" w:rsidTr="003E5D70">
        <w:tc>
          <w:tcPr>
            <w:tcW w:w="5874" w:type="dxa"/>
            <w:shd w:val="clear" w:color="auto" w:fill="FFBFBF" w:themeFill="accent6" w:themeFillTint="33"/>
            <w:vAlign w:val="center"/>
          </w:tcPr>
          <w:p w14:paraId="03B418D2" w14:textId="77777777" w:rsidR="003E5D70" w:rsidRPr="00034484" w:rsidRDefault="003E5D70" w:rsidP="003E5D70">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2F28E4BD" w14:textId="77777777" w:rsidR="003E5D70" w:rsidRPr="00034484" w:rsidRDefault="003E5D70" w:rsidP="003E5D70">
            <w:pPr>
              <w:spacing w:after="60"/>
              <w:outlineLvl w:val="3"/>
              <w:rPr>
                <w:bCs/>
              </w:rPr>
            </w:pPr>
          </w:p>
        </w:tc>
      </w:tr>
      <w:tr w:rsidR="003E5D70" w:rsidRPr="00034484" w14:paraId="25050D83" w14:textId="77777777" w:rsidTr="003E5D70">
        <w:tc>
          <w:tcPr>
            <w:tcW w:w="5874" w:type="dxa"/>
            <w:shd w:val="clear" w:color="auto" w:fill="FFBFBF" w:themeFill="accent6" w:themeFillTint="33"/>
            <w:vAlign w:val="center"/>
          </w:tcPr>
          <w:p w14:paraId="69E67657" w14:textId="77777777" w:rsidR="003E5D70" w:rsidRPr="00034484" w:rsidRDefault="003E5D70" w:rsidP="003E5D70">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4956E110" w14:textId="77777777" w:rsidR="003E5D70" w:rsidRPr="00034484" w:rsidRDefault="003E5D70" w:rsidP="003E5D70">
            <w:pPr>
              <w:spacing w:after="60"/>
              <w:outlineLvl w:val="3"/>
              <w:rPr>
                <w:bCs/>
              </w:rPr>
            </w:pPr>
          </w:p>
        </w:tc>
      </w:tr>
      <w:tr w:rsidR="003E5D70" w:rsidRPr="00034484" w14:paraId="6C60207B" w14:textId="77777777" w:rsidTr="003E5D70">
        <w:tc>
          <w:tcPr>
            <w:tcW w:w="5874" w:type="dxa"/>
            <w:shd w:val="clear" w:color="auto" w:fill="FFBFBF" w:themeFill="accent6" w:themeFillTint="33"/>
            <w:vAlign w:val="center"/>
          </w:tcPr>
          <w:p w14:paraId="4DE4273E" w14:textId="77777777" w:rsidR="003E5D70" w:rsidRPr="00034484" w:rsidRDefault="003E5D70" w:rsidP="003E5D70">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44C24865" w14:textId="77777777" w:rsidR="003E5D70" w:rsidRPr="00034484" w:rsidRDefault="003E5D70" w:rsidP="003E5D70">
            <w:pPr>
              <w:spacing w:after="60"/>
              <w:outlineLvl w:val="3"/>
              <w:rPr>
                <w:bCs/>
              </w:rPr>
            </w:pPr>
          </w:p>
        </w:tc>
      </w:tr>
      <w:tr w:rsidR="003E5D70" w:rsidRPr="00034484" w14:paraId="5A97474E" w14:textId="77777777" w:rsidTr="003E5D70">
        <w:tc>
          <w:tcPr>
            <w:tcW w:w="5874" w:type="dxa"/>
            <w:shd w:val="clear" w:color="auto" w:fill="FFBFBF" w:themeFill="accent6" w:themeFillTint="33"/>
            <w:vAlign w:val="center"/>
          </w:tcPr>
          <w:p w14:paraId="3ECB0E10" w14:textId="77777777" w:rsidR="003E5D70" w:rsidRPr="00034484" w:rsidRDefault="003E5D70" w:rsidP="003E5D70">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0EE74D90" w14:textId="77777777" w:rsidR="003E5D70" w:rsidRPr="00034484" w:rsidRDefault="003E5D70" w:rsidP="003E5D70">
            <w:pPr>
              <w:spacing w:after="60"/>
              <w:outlineLvl w:val="3"/>
              <w:rPr>
                <w:bCs/>
              </w:rPr>
            </w:pPr>
          </w:p>
        </w:tc>
      </w:tr>
      <w:tr w:rsidR="003E5D70" w:rsidRPr="00034484" w14:paraId="432C9130" w14:textId="77777777" w:rsidTr="003E5D70">
        <w:tc>
          <w:tcPr>
            <w:tcW w:w="5874" w:type="dxa"/>
            <w:shd w:val="clear" w:color="auto" w:fill="FFBFBF" w:themeFill="accent6" w:themeFillTint="33"/>
            <w:vAlign w:val="center"/>
          </w:tcPr>
          <w:p w14:paraId="78976BCD" w14:textId="77777777" w:rsidR="003E5D70" w:rsidRPr="00034484" w:rsidRDefault="003E5D70" w:rsidP="003E5D70">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640F89F6" w14:textId="77777777" w:rsidR="003E5D70" w:rsidRPr="00034484" w:rsidRDefault="003E5D70" w:rsidP="003E5D70">
            <w:pPr>
              <w:spacing w:after="60"/>
              <w:outlineLvl w:val="3"/>
              <w:rPr>
                <w:bCs/>
              </w:rPr>
            </w:pPr>
          </w:p>
        </w:tc>
      </w:tr>
      <w:tr w:rsidR="003E5D70" w:rsidRPr="00034484" w14:paraId="5E3BC969" w14:textId="77777777" w:rsidTr="003E5D70">
        <w:tc>
          <w:tcPr>
            <w:tcW w:w="5874" w:type="dxa"/>
            <w:shd w:val="clear" w:color="auto" w:fill="FFBFBF" w:themeFill="accent6" w:themeFillTint="33"/>
            <w:vAlign w:val="center"/>
          </w:tcPr>
          <w:p w14:paraId="1FCAAAB7" w14:textId="77777777" w:rsidR="003E5D70" w:rsidRPr="00034484" w:rsidRDefault="003E5D70" w:rsidP="003E5D70">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3D0404E0" w14:textId="77777777" w:rsidR="003E5D70" w:rsidRPr="00034484" w:rsidRDefault="003E5D70" w:rsidP="003E5D70">
            <w:pPr>
              <w:spacing w:after="60"/>
              <w:outlineLvl w:val="3"/>
              <w:rPr>
                <w:bCs/>
              </w:rPr>
            </w:pPr>
          </w:p>
        </w:tc>
      </w:tr>
      <w:tr w:rsidR="003E5D70" w:rsidRPr="00034484" w14:paraId="425164AB" w14:textId="77777777" w:rsidTr="003E5D70">
        <w:tc>
          <w:tcPr>
            <w:tcW w:w="5874" w:type="dxa"/>
            <w:shd w:val="clear" w:color="auto" w:fill="FFBFBF" w:themeFill="accent6" w:themeFillTint="33"/>
            <w:vAlign w:val="center"/>
          </w:tcPr>
          <w:p w14:paraId="36AA9849" w14:textId="77777777" w:rsidR="003E5D70" w:rsidRPr="00034484" w:rsidRDefault="003E5D70" w:rsidP="003E5D70">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49A10BE0" w14:textId="77777777" w:rsidR="003E5D70" w:rsidRPr="00034484" w:rsidRDefault="003E5D70" w:rsidP="003E5D70">
            <w:pPr>
              <w:spacing w:after="60"/>
              <w:outlineLvl w:val="3"/>
              <w:rPr>
                <w:bCs/>
              </w:rPr>
            </w:pPr>
          </w:p>
        </w:tc>
      </w:tr>
      <w:tr w:rsidR="003E5D70" w:rsidRPr="00034484" w14:paraId="680517AB" w14:textId="77777777" w:rsidTr="003E5D70">
        <w:tc>
          <w:tcPr>
            <w:tcW w:w="5874" w:type="dxa"/>
            <w:shd w:val="clear" w:color="auto" w:fill="FFBFBF" w:themeFill="accent6" w:themeFillTint="33"/>
            <w:vAlign w:val="center"/>
          </w:tcPr>
          <w:p w14:paraId="478FDB39" w14:textId="77777777" w:rsidR="003E5D70" w:rsidRPr="00034484" w:rsidRDefault="003E5D70" w:rsidP="003E5D70">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74D9F125" w14:textId="77777777" w:rsidR="003E5D70" w:rsidRPr="00034484" w:rsidRDefault="003E5D70" w:rsidP="003E5D70">
            <w:pPr>
              <w:spacing w:after="60"/>
              <w:outlineLvl w:val="3"/>
              <w:rPr>
                <w:bCs/>
              </w:rPr>
            </w:pPr>
          </w:p>
        </w:tc>
      </w:tr>
      <w:tr w:rsidR="003E5D70" w:rsidRPr="00034484" w14:paraId="17335FF9" w14:textId="77777777" w:rsidTr="003E5D70">
        <w:tc>
          <w:tcPr>
            <w:tcW w:w="5874" w:type="dxa"/>
            <w:shd w:val="clear" w:color="auto" w:fill="FFBFBF" w:themeFill="accent6" w:themeFillTint="33"/>
            <w:vAlign w:val="center"/>
          </w:tcPr>
          <w:p w14:paraId="2669E572" w14:textId="77777777" w:rsidR="003E5D70" w:rsidRPr="00034484" w:rsidRDefault="003E5D70" w:rsidP="003E5D70">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47941696" w14:textId="77777777" w:rsidR="003E5D70" w:rsidRPr="00034484" w:rsidRDefault="003E5D70" w:rsidP="003E5D70">
            <w:pPr>
              <w:spacing w:after="60"/>
              <w:outlineLvl w:val="3"/>
              <w:rPr>
                <w:bCs/>
              </w:rPr>
            </w:pPr>
          </w:p>
        </w:tc>
      </w:tr>
      <w:tr w:rsidR="003E5D70" w:rsidRPr="00034484" w14:paraId="12D0442B" w14:textId="77777777" w:rsidTr="003E5D70">
        <w:tc>
          <w:tcPr>
            <w:tcW w:w="5874" w:type="dxa"/>
            <w:shd w:val="clear" w:color="auto" w:fill="FFBFBF" w:themeFill="accent6" w:themeFillTint="33"/>
            <w:vAlign w:val="center"/>
          </w:tcPr>
          <w:p w14:paraId="28F58104" w14:textId="77777777" w:rsidR="003E5D70" w:rsidRPr="00034484" w:rsidRDefault="003E5D70" w:rsidP="003E5D70">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6D633AB6" w14:textId="77777777" w:rsidR="003E5D70" w:rsidRPr="00034484" w:rsidRDefault="003E5D70" w:rsidP="003E5D70">
            <w:pPr>
              <w:spacing w:after="60"/>
              <w:outlineLvl w:val="3"/>
              <w:rPr>
                <w:bCs/>
              </w:rPr>
            </w:pPr>
          </w:p>
        </w:tc>
      </w:tr>
      <w:tr w:rsidR="003E5D70" w:rsidRPr="00034484" w14:paraId="02319271" w14:textId="77777777" w:rsidTr="003E5D70">
        <w:tc>
          <w:tcPr>
            <w:tcW w:w="5874" w:type="dxa"/>
            <w:shd w:val="clear" w:color="auto" w:fill="FFBFBF" w:themeFill="accent6" w:themeFillTint="33"/>
            <w:vAlign w:val="center"/>
          </w:tcPr>
          <w:p w14:paraId="5AD3D666" w14:textId="77777777" w:rsidR="003E5D70" w:rsidRPr="00034484" w:rsidRDefault="003E5D70" w:rsidP="003E5D70">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0BD4EA6A" w14:textId="77777777" w:rsidR="003E5D70" w:rsidRPr="00034484" w:rsidRDefault="003E5D70" w:rsidP="003E5D70">
            <w:pPr>
              <w:spacing w:after="60"/>
              <w:outlineLvl w:val="3"/>
              <w:rPr>
                <w:bCs/>
              </w:rPr>
            </w:pPr>
          </w:p>
        </w:tc>
      </w:tr>
      <w:tr w:rsidR="003E5D70" w:rsidRPr="00034484" w14:paraId="4086FB85" w14:textId="77777777" w:rsidTr="003E5D70">
        <w:tc>
          <w:tcPr>
            <w:tcW w:w="5874" w:type="dxa"/>
            <w:shd w:val="clear" w:color="auto" w:fill="FFBFBF" w:themeFill="accent6" w:themeFillTint="33"/>
            <w:vAlign w:val="center"/>
          </w:tcPr>
          <w:p w14:paraId="42CBB9CA" w14:textId="77777777" w:rsidR="003E5D70" w:rsidRPr="00034484" w:rsidRDefault="003E5D70" w:rsidP="003E5D70">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1CA351D4" w14:textId="77777777" w:rsidR="003E5D70" w:rsidRPr="00034484" w:rsidRDefault="003E5D70" w:rsidP="003E5D70">
            <w:pPr>
              <w:outlineLvl w:val="3"/>
              <w:rPr>
                <w:bCs/>
              </w:rPr>
            </w:pPr>
          </w:p>
        </w:tc>
      </w:tr>
      <w:tr w:rsidR="003E5D70" w:rsidRPr="00034484" w14:paraId="549842AC" w14:textId="77777777" w:rsidTr="003E5D70">
        <w:tc>
          <w:tcPr>
            <w:tcW w:w="5874" w:type="dxa"/>
            <w:shd w:val="clear" w:color="auto" w:fill="FFBFBF" w:themeFill="accent6" w:themeFillTint="33"/>
            <w:vAlign w:val="center"/>
          </w:tcPr>
          <w:p w14:paraId="156BFE6D" w14:textId="77777777" w:rsidR="003E5D70" w:rsidRPr="00034484" w:rsidRDefault="003E5D70" w:rsidP="003E5D70">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6B0C5EA8" w14:textId="77777777" w:rsidR="003E5D70" w:rsidRPr="00034484" w:rsidRDefault="003E5D70" w:rsidP="003E5D70">
            <w:pPr>
              <w:outlineLvl w:val="3"/>
              <w:rPr>
                <w:bCs/>
              </w:rPr>
            </w:pPr>
          </w:p>
        </w:tc>
      </w:tr>
      <w:tr w:rsidR="003E5D70" w:rsidRPr="00034484" w14:paraId="6C4D52E4" w14:textId="77777777" w:rsidTr="003E5D70">
        <w:tc>
          <w:tcPr>
            <w:tcW w:w="5874" w:type="dxa"/>
            <w:shd w:val="clear" w:color="auto" w:fill="FFBFBF" w:themeFill="accent6" w:themeFillTint="33"/>
            <w:vAlign w:val="center"/>
          </w:tcPr>
          <w:p w14:paraId="7042B332" w14:textId="77777777" w:rsidR="003E5D70" w:rsidRPr="00034484" w:rsidRDefault="003E5D70" w:rsidP="003E5D70">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49E188E3" w14:textId="77777777" w:rsidR="003E5D70" w:rsidRPr="00034484" w:rsidRDefault="003E5D70" w:rsidP="003E5D70">
            <w:pPr>
              <w:outlineLvl w:val="3"/>
              <w:rPr>
                <w:bCs/>
              </w:rPr>
            </w:pPr>
          </w:p>
        </w:tc>
      </w:tr>
      <w:tr w:rsidR="003E5D70" w:rsidRPr="00034484" w14:paraId="1700ED02" w14:textId="77777777" w:rsidTr="003E5D70">
        <w:tc>
          <w:tcPr>
            <w:tcW w:w="5874" w:type="dxa"/>
            <w:shd w:val="clear" w:color="auto" w:fill="FFBFBF" w:themeFill="accent6" w:themeFillTint="33"/>
            <w:vAlign w:val="center"/>
          </w:tcPr>
          <w:p w14:paraId="6D71DA47" w14:textId="77777777" w:rsidR="003E5D70" w:rsidRPr="00034484" w:rsidRDefault="003E5D70" w:rsidP="003E5D70">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43CFD3E6" w14:textId="77777777" w:rsidR="003E5D70" w:rsidRPr="00034484" w:rsidRDefault="003E5D70" w:rsidP="003E5D70">
            <w:pPr>
              <w:outlineLvl w:val="3"/>
              <w:rPr>
                <w:bCs/>
              </w:rPr>
            </w:pPr>
          </w:p>
        </w:tc>
      </w:tr>
      <w:tr w:rsidR="003E5D70" w:rsidRPr="00034484" w14:paraId="0D305EC1" w14:textId="77777777" w:rsidTr="003E5D70">
        <w:tc>
          <w:tcPr>
            <w:tcW w:w="5874" w:type="dxa"/>
            <w:shd w:val="clear" w:color="auto" w:fill="FFBFBF" w:themeFill="accent6" w:themeFillTint="33"/>
            <w:vAlign w:val="center"/>
          </w:tcPr>
          <w:p w14:paraId="19912006" w14:textId="77777777" w:rsidR="003E5D70" w:rsidRPr="00034484" w:rsidRDefault="003E5D70" w:rsidP="003E5D70">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6F8645CB" w14:textId="77777777" w:rsidR="003E5D70" w:rsidRPr="00034484" w:rsidRDefault="003E5D70" w:rsidP="003E5D70">
            <w:pPr>
              <w:outlineLvl w:val="3"/>
              <w:rPr>
                <w:bCs/>
              </w:rPr>
            </w:pPr>
          </w:p>
        </w:tc>
      </w:tr>
      <w:tr w:rsidR="003E5D70" w:rsidRPr="00034484" w14:paraId="28E442A2" w14:textId="77777777" w:rsidTr="003E5D70">
        <w:tc>
          <w:tcPr>
            <w:tcW w:w="5874" w:type="dxa"/>
            <w:shd w:val="clear" w:color="auto" w:fill="FFBFBF" w:themeFill="accent6" w:themeFillTint="33"/>
            <w:vAlign w:val="center"/>
          </w:tcPr>
          <w:p w14:paraId="13AFDC12" w14:textId="77777777" w:rsidR="003E5D70" w:rsidRPr="00034484" w:rsidRDefault="003E5D70" w:rsidP="003E5D70">
            <w:pPr>
              <w:spacing w:after="60"/>
              <w:outlineLvl w:val="3"/>
              <w:rPr>
                <w:b/>
                <w:bCs/>
              </w:rPr>
            </w:pPr>
            <w:r w:rsidRPr="00034484">
              <w:rPr>
                <w:b/>
                <w:bCs/>
              </w:rPr>
              <w:t>Zhotovitel vyhrazeného plnění:</w:t>
            </w:r>
          </w:p>
        </w:tc>
        <w:tc>
          <w:tcPr>
            <w:tcW w:w="2910" w:type="dxa"/>
            <w:vAlign w:val="center"/>
          </w:tcPr>
          <w:p w14:paraId="5C9A5CBA" w14:textId="77777777" w:rsidR="003E5D70" w:rsidRPr="00034484" w:rsidRDefault="003E5D70" w:rsidP="003E5D70">
            <w:pPr>
              <w:outlineLvl w:val="3"/>
              <w:rPr>
                <w:bCs/>
              </w:rPr>
            </w:pPr>
          </w:p>
        </w:tc>
      </w:tr>
      <w:tr w:rsidR="003E5D70" w:rsidRPr="00034484" w14:paraId="27A92DBB" w14:textId="77777777" w:rsidTr="003E5D70">
        <w:tc>
          <w:tcPr>
            <w:tcW w:w="5874" w:type="dxa"/>
            <w:shd w:val="clear" w:color="auto" w:fill="FFBFBF" w:themeFill="accent6" w:themeFillTint="33"/>
            <w:vAlign w:val="center"/>
          </w:tcPr>
          <w:p w14:paraId="57DD0C61" w14:textId="77777777" w:rsidR="003E5D70" w:rsidRPr="00034484" w:rsidRDefault="003E5D70" w:rsidP="003E5D70">
            <w:pPr>
              <w:spacing w:after="60"/>
              <w:outlineLvl w:val="3"/>
              <w:rPr>
                <w:bCs/>
              </w:rPr>
            </w:pPr>
            <w:r w:rsidRPr="00034484">
              <w:rPr>
                <w:b/>
                <w:bCs/>
              </w:rPr>
              <w:t>Hodnota vyhrazeného plnění v Kč</w:t>
            </w:r>
            <w:r w:rsidRPr="00034484">
              <w:rPr>
                <w:bCs/>
              </w:rPr>
              <w:t>:</w:t>
            </w:r>
          </w:p>
        </w:tc>
        <w:tc>
          <w:tcPr>
            <w:tcW w:w="2910" w:type="dxa"/>
            <w:vAlign w:val="center"/>
          </w:tcPr>
          <w:p w14:paraId="5630C2AC" w14:textId="77777777" w:rsidR="003E5D70" w:rsidRPr="00034484" w:rsidRDefault="003E5D70" w:rsidP="003E5D70">
            <w:pPr>
              <w:outlineLvl w:val="3"/>
              <w:rPr>
                <w:bCs/>
              </w:rPr>
            </w:pPr>
          </w:p>
        </w:tc>
      </w:tr>
    </w:tbl>
    <w:p w14:paraId="204C3255" w14:textId="77777777" w:rsidR="003E5D70" w:rsidRPr="00034484" w:rsidRDefault="003E5D70" w:rsidP="003E5D70">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3E5D70" w:rsidRPr="00034484" w14:paraId="7B1DF89C" w14:textId="77777777" w:rsidTr="003E5D70">
        <w:tc>
          <w:tcPr>
            <w:tcW w:w="3259" w:type="dxa"/>
            <w:shd w:val="clear" w:color="auto" w:fill="FFBFBF" w:themeFill="accent6" w:themeFillTint="33"/>
          </w:tcPr>
          <w:p w14:paraId="2633A0BA" w14:textId="77777777" w:rsidR="003E5D70" w:rsidRPr="00034484" w:rsidRDefault="003E5D70" w:rsidP="003E5D70">
            <w:pPr>
              <w:spacing w:after="60"/>
              <w:outlineLvl w:val="3"/>
              <w:rPr>
                <w:b/>
                <w:bCs/>
                <w:vertAlign w:val="superscript"/>
              </w:rPr>
            </w:pPr>
          </w:p>
        </w:tc>
        <w:tc>
          <w:tcPr>
            <w:tcW w:w="3260" w:type="dxa"/>
            <w:shd w:val="clear" w:color="auto" w:fill="FFBFBF" w:themeFill="accent6" w:themeFillTint="33"/>
          </w:tcPr>
          <w:p w14:paraId="25A9BBBD" w14:textId="77777777" w:rsidR="003E5D70" w:rsidRPr="00034484" w:rsidRDefault="003E5D70" w:rsidP="003E5D70">
            <w:pPr>
              <w:spacing w:after="60"/>
              <w:outlineLvl w:val="3"/>
              <w:rPr>
                <w:b/>
                <w:bCs/>
              </w:rPr>
            </w:pPr>
            <w:r w:rsidRPr="00034484">
              <w:rPr>
                <w:b/>
                <w:bCs/>
              </w:rPr>
              <w:t>Obchodní firma</w:t>
            </w:r>
          </w:p>
        </w:tc>
        <w:tc>
          <w:tcPr>
            <w:tcW w:w="3260" w:type="dxa"/>
            <w:shd w:val="clear" w:color="auto" w:fill="FFBFBF" w:themeFill="accent6" w:themeFillTint="33"/>
          </w:tcPr>
          <w:p w14:paraId="7B941607" w14:textId="77777777" w:rsidR="003E5D70" w:rsidRPr="00034484" w:rsidRDefault="003E5D70" w:rsidP="003E5D70">
            <w:pPr>
              <w:outlineLvl w:val="3"/>
              <w:rPr>
                <w:b/>
                <w:bCs/>
              </w:rPr>
            </w:pPr>
            <w:r w:rsidRPr="00034484">
              <w:rPr>
                <w:b/>
                <w:bCs/>
              </w:rPr>
              <w:t xml:space="preserve">Hodnota prováděných prací v Kč </w:t>
            </w:r>
            <w:r w:rsidRPr="00034484">
              <w:rPr>
                <w:bCs/>
              </w:rPr>
              <w:t>(bez DPH)</w:t>
            </w:r>
          </w:p>
        </w:tc>
      </w:tr>
      <w:tr w:rsidR="003E5D70" w:rsidRPr="00034484" w14:paraId="0715106F" w14:textId="77777777" w:rsidTr="003E5D70">
        <w:tc>
          <w:tcPr>
            <w:tcW w:w="3259" w:type="dxa"/>
            <w:shd w:val="clear" w:color="auto" w:fill="FFBFBF" w:themeFill="accent6" w:themeFillTint="33"/>
          </w:tcPr>
          <w:p w14:paraId="47D7726E" w14:textId="77777777" w:rsidR="003E5D70" w:rsidRPr="00034484" w:rsidRDefault="003E5D70" w:rsidP="003E5D70">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2F4DC63F" w14:textId="77777777" w:rsidR="003E5D70" w:rsidRPr="00034484" w:rsidRDefault="003E5D70" w:rsidP="003E5D70">
            <w:pPr>
              <w:spacing w:after="60"/>
              <w:outlineLvl w:val="3"/>
              <w:rPr>
                <w:bCs/>
              </w:rPr>
            </w:pPr>
          </w:p>
        </w:tc>
        <w:tc>
          <w:tcPr>
            <w:tcW w:w="3260" w:type="dxa"/>
            <w:vAlign w:val="center"/>
          </w:tcPr>
          <w:p w14:paraId="55BB2205" w14:textId="77777777" w:rsidR="003E5D70" w:rsidRPr="00034484" w:rsidRDefault="003E5D70" w:rsidP="003E5D70">
            <w:pPr>
              <w:outlineLvl w:val="3"/>
              <w:rPr>
                <w:bCs/>
              </w:rPr>
            </w:pPr>
          </w:p>
        </w:tc>
      </w:tr>
      <w:tr w:rsidR="003E5D70" w:rsidRPr="00034484" w14:paraId="50BAE08C" w14:textId="77777777" w:rsidTr="003E5D70">
        <w:tc>
          <w:tcPr>
            <w:tcW w:w="3259" w:type="dxa"/>
            <w:shd w:val="clear" w:color="auto" w:fill="FFBFBF" w:themeFill="accent6" w:themeFillTint="33"/>
          </w:tcPr>
          <w:p w14:paraId="4E24140B" w14:textId="77777777" w:rsidR="003E5D70" w:rsidRPr="00034484" w:rsidRDefault="003E5D70" w:rsidP="003E5D70">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921B9CB" w14:textId="77777777" w:rsidR="003E5D70" w:rsidRPr="00034484" w:rsidRDefault="003E5D70" w:rsidP="003E5D70">
            <w:pPr>
              <w:spacing w:after="60"/>
              <w:outlineLvl w:val="3"/>
              <w:rPr>
                <w:bCs/>
              </w:rPr>
            </w:pPr>
          </w:p>
        </w:tc>
        <w:tc>
          <w:tcPr>
            <w:tcW w:w="3260" w:type="dxa"/>
            <w:vAlign w:val="center"/>
          </w:tcPr>
          <w:p w14:paraId="7DE18BBE" w14:textId="77777777" w:rsidR="003E5D70" w:rsidRPr="00034484" w:rsidRDefault="003E5D70" w:rsidP="003E5D70">
            <w:pPr>
              <w:outlineLvl w:val="3"/>
              <w:rPr>
                <w:bCs/>
              </w:rPr>
            </w:pPr>
          </w:p>
        </w:tc>
      </w:tr>
      <w:tr w:rsidR="003E5D70" w:rsidRPr="00034484" w14:paraId="2BDAC3BA" w14:textId="77777777" w:rsidTr="003E5D70">
        <w:tc>
          <w:tcPr>
            <w:tcW w:w="3259" w:type="dxa"/>
            <w:shd w:val="clear" w:color="auto" w:fill="FFBFBF" w:themeFill="accent6" w:themeFillTint="33"/>
          </w:tcPr>
          <w:p w14:paraId="2C4543B0" w14:textId="77777777" w:rsidR="003E5D70" w:rsidRPr="00034484" w:rsidRDefault="003E5D70" w:rsidP="003E5D70">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8426ED5" w14:textId="77777777" w:rsidR="003E5D70" w:rsidRPr="00034484" w:rsidRDefault="003E5D70" w:rsidP="003E5D70">
            <w:pPr>
              <w:spacing w:after="60"/>
              <w:outlineLvl w:val="3"/>
              <w:rPr>
                <w:bCs/>
              </w:rPr>
            </w:pPr>
          </w:p>
        </w:tc>
        <w:tc>
          <w:tcPr>
            <w:tcW w:w="3260" w:type="dxa"/>
            <w:vAlign w:val="center"/>
          </w:tcPr>
          <w:p w14:paraId="27A2CE8D" w14:textId="77777777" w:rsidR="003E5D70" w:rsidRPr="00034484" w:rsidRDefault="003E5D70" w:rsidP="003E5D70">
            <w:pPr>
              <w:outlineLvl w:val="3"/>
              <w:rPr>
                <w:bCs/>
              </w:rPr>
            </w:pPr>
          </w:p>
        </w:tc>
      </w:tr>
      <w:tr w:rsidR="003E5D70" w:rsidRPr="00034484" w14:paraId="0640C429" w14:textId="77777777" w:rsidTr="003E5D70">
        <w:tc>
          <w:tcPr>
            <w:tcW w:w="3259" w:type="dxa"/>
            <w:shd w:val="clear" w:color="auto" w:fill="FFBFBF" w:themeFill="accent6" w:themeFillTint="33"/>
          </w:tcPr>
          <w:p w14:paraId="02937B82" w14:textId="77777777" w:rsidR="003E5D70" w:rsidRPr="00034484" w:rsidRDefault="003E5D70" w:rsidP="003E5D70">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EF5E1E5" w14:textId="77777777" w:rsidR="003E5D70" w:rsidRPr="00034484" w:rsidRDefault="003E5D70" w:rsidP="003E5D70">
            <w:pPr>
              <w:spacing w:after="60"/>
              <w:outlineLvl w:val="3"/>
              <w:rPr>
                <w:bCs/>
              </w:rPr>
            </w:pPr>
          </w:p>
        </w:tc>
        <w:tc>
          <w:tcPr>
            <w:tcW w:w="3260" w:type="dxa"/>
            <w:vAlign w:val="center"/>
          </w:tcPr>
          <w:p w14:paraId="69E80CD2" w14:textId="77777777" w:rsidR="003E5D70" w:rsidRPr="00034484" w:rsidRDefault="003E5D70" w:rsidP="003E5D70">
            <w:pPr>
              <w:outlineLvl w:val="3"/>
              <w:rPr>
                <w:bCs/>
              </w:rPr>
            </w:pPr>
          </w:p>
        </w:tc>
      </w:tr>
      <w:tr w:rsidR="003E5D70" w:rsidRPr="00034484" w14:paraId="4A8BF4FF" w14:textId="77777777" w:rsidTr="003E5D70">
        <w:tc>
          <w:tcPr>
            <w:tcW w:w="3259" w:type="dxa"/>
            <w:shd w:val="clear" w:color="auto" w:fill="FFBFBF" w:themeFill="accent6" w:themeFillTint="33"/>
          </w:tcPr>
          <w:p w14:paraId="7DB213A3" w14:textId="77777777" w:rsidR="003E5D70" w:rsidRPr="00034484" w:rsidRDefault="003E5D70" w:rsidP="003E5D70">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3A83DA4" w14:textId="77777777" w:rsidR="003E5D70" w:rsidRPr="00034484" w:rsidRDefault="003E5D70" w:rsidP="003E5D70">
            <w:pPr>
              <w:spacing w:after="60"/>
              <w:outlineLvl w:val="3"/>
              <w:rPr>
                <w:bCs/>
              </w:rPr>
            </w:pPr>
          </w:p>
        </w:tc>
        <w:tc>
          <w:tcPr>
            <w:tcW w:w="3260" w:type="dxa"/>
            <w:vAlign w:val="center"/>
          </w:tcPr>
          <w:p w14:paraId="585185EF" w14:textId="77777777" w:rsidR="003E5D70" w:rsidRPr="00034484" w:rsidRDefault="003E5D70" w:rsidP="003E5D70">
            <w:pPr>
              <w:outlineLvl w:val="3"/>
              <w:rPr>
                <w:bCs/>
              </w:rPr>
            </w:pPr>
          </w:p>
        </w:tc>
      </w:tr>
      <w:tr w:rsidR="003E5D70" w:rsidRPr="00034484" w14:paraId="3B334AB9" w14:textId="77777777" w:rsidTr="003E5D70">
        <w:tc>
          <w:tcPr>
            <w:tcW w:w="3259" w:type="dxa"/>
            <w:shd w:val="clear" w:color="auto" w:fill="FFBFBF" w:themeFill="accent6" w:themeFillTint="33"/>
          </w:tcPr>
          <w:p w14:paraId="7642A5F0" w14:textId="77777777" w:rsidR="003E5D70" w:rsidRPr="00034484" w:rsidRDefault="003E5D70" w:rsidP="003E5D70">
            <w:pPr>
              <w:spacing w:after="60"/>
              <w:outlineLvl w:val="3"/>
              <w:rPr>
                <w:b/>
                <w:bCs/>
              </w:rPr>
            </w:pPr>
            <w:r w:rsidRPr="00034484">
              <w:rPr>
                <w:b/>
                <w:bCs/>
              </w:rPr>
              <w:t xml:space="preserve">Celkem v Kč </w:t>
            </w:r>
          </w:p>
        </w:tc>
        <w:tc>
          <w:tcPr>
            <w:tcW w:w="3260" w:type="dxa"/>
            <w:shd w:val="clear" w:color="auto" w:fill="FFBFBF" w:themeFill="accent6" w:themeFillTint="33"/>
          </w:tcPr>
          <w:p w14:paraId="75E4D714" w14:textId="77777777" w:rsidR="003E5D70" w:rsidRPr="00034484" w:rsidRDefault="003E5D70" w:rsidP="003E5D70">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671C13DF" w14:textId="77777777" w:rsidR="003E5D70" w:rsidRPr="00034484" w:rsidRDefault="003E5D70" w:rsidP="003E5D70">
            <w:pPr>
              <w:outlineLvl w:val="3"/>
              <w:rPr>
                <w:b/>
                <w:bCs/>
              </w:rPr>
            </w:pPr>
          </w:p>
        </w:tc>
      </w:tr>
    </w:tbl>
    <w:p w14:paraId="39C66696" w14:textId="77777777" w:rsidR="003E5D70" w:rsidRPr="00034484" w:rsidRDefault="003E5D70" w:rsidP="003E5D70">
      <w:pPr>
        <w:rPr>
          <w:bCs/>
        </w:rPr>
      </w:pPr>
    </w:p>
    <w:tbl>
      <w:tblPr>
        <w:tblStyle w:val="Mkatabulky"/>
        <w:tblW w:w="0" w:type="auto"/>
        <w:tblLook w:val="04A0" w:firstRow="1" w:lastRow="0" w:firstColumn="1" w:lastColumn="0" w:noHBand="0" w:noVBand="1"/>
      </w:tblPr>
      <w:tblGrid>
        <w:gridCol w:w="4380"/>
        <w:gridCol w:w="4340"/>
      </w:tblGrid>
      <w:tr w:rsidR="003E5D70" w:rsidRPr="00034484" w14:paraId="6C05ABE1" w14:textId="77777777" w:rsidTr="003E5D70">
        <w:tc>
          <w:tcPr>
            <w:tcW w:w="4889" w:type="dxa"/>
            <w:shd w:val="clear" w:color="auto" w:fill="FFBFBF" w:themeFill="accent6" w:themeFillTint="33"/>
            <w:vAlign w:val="center"/>
          </w:tcPr>
          <w:p w14:paraId="0B5A57FF" w14:textId="77777777" w:rsidR="003E5D70" w:rsidRPr="00034484" w:rsidRDefault="003E5D70" w:rsidP="003E5D70">
            <w:pPr>
              <w:spacing w:after="60"/>
              <w:outlineLvl w:val="3"/>
              <w:rPr>
                <w:b/>
                <w:bCs/>
              </w:rPr>
            </w:pPr>
            <w:r w:rsidRPr="00034484">
              <w:rPr>
                <w:b/>
                <w:bCs/>
              </w:rPr>
              <w:t>Hodnocení objednatele:</w:t>
            </w:r>
          </w:p>
          <w:p w14:paraId="23EE7A66" w14:textId="77777777" w:rsidR="003E5D70" w:rsidRPr="00034484" w:rsidRDefault="003E5D70" w:rsidP="003E5D70">
            <w:pPr>
              <w:spacing w:after="60"/>
              <w:outlineLvl w:val="3"/>
              <w:rPr>
                <w:b/>
                <w:bCs/>
              </w:rPr>
            </w:pPr>
          </w:p>
          <w:p w14:paraId="0EDA6DB4" w14:textId="77777777" w:rsidR="003E5D70" w:rsidRPr="00034484" w:rsidRDefault="003E5D70" w:rsidP="003E5D70">
            <w:pPr>
              <w:spacing w:after="60"/>
              <w:outlineLvl w:val="3"/>
              <w:rPr>
                <w:bCs/>
              </w:rPr>
            </w:pPr>
          </w:p>
          <w:p w14:paraId="6CAF5347" w14:textId="77777777" w:rsidR="003E5D70" w:rsidRPr="00034484" w:rsidRDefault="003E5D70" w:rsidP="003E5D70">
            <w:pPr>
              <w:spacing w:after="60"/>
              <w:outlineLvl w:val="3"/>
              <w:rPr>
                <w:bCs/>
              </w:rPr>
            </w:pPr>
          </w:p>
          <w:p w14:paraId="1D1AB02C" w14:textId="77777777" w:rsidR="003E5D70" w:rsidRPr="00034484" w:rsidRDefault="003E5D70" w:rsidP="003E5D70">
            <w:pPr>
              <w:spacing w:after="60"/>
              <w:outlineLvl w:val="3"/>
              <w:rPr>
                <w:bCs/>
              </w:rPr>
            </w:pPr>
          </w:p>
          <w:p w14:paraId="23E558AF" w14:textId="77777777" w:rsidR="003E5D70" w:rsidRPr="00034484" w:rsidRDefault="003E5D70" w:rsidP="003E5D70">
            <w:pPr>
              <w:spacing w:after="60"/>
              <w:outlineLvl w:val="3"/>
              <w:rPr>
                <w:bCs/>
              </w:rPr>
            </w:pPr>
          </w:p>
        </w:tc>
        <w:tc>
          <w:tcPr>
            <w:tcW w:w="4890" w:type="dxa"/>
            <w:vAlign w:val="center"/>
          </w:tcPr>
          <w:p w14:paraId="3087FD1A" w14:textId="77777777" w:rsidR="003E5D70" w:rsidRPr="00034484" w:rsidRDefault="003E5D70" w:rsidP="003E5D70">
            <w:pPr>
              <w:outlineLvl w:val="3"/>
              <w:rPr>
                <w:bCs/>
              </w:rPr>
            </w:pPr>
            <w:r w:rsidRPr="00034484">
              <w:rPr>
                <w:bCs/>
              </w:rPr>
              <w:lastRenderedPageBreak/>
              <w:t>Správa železnic osvědčuje, že stavební práce uvedené v tomto osvědčení byly řádně poskytnuty a dokončeny.</w:t>
            </w:r>
          </w:p>
        </w:tc>
      </w:tr>
      <w:tr w:rsidR="003E5D70" w:rsidRPr="00034484" w14:paraId="1C425681" w14:textId="77777777" w:rsidTr="003E5D70">
        <w:tc>
          <w:tcPr>
            <w:tcW w:w="4889" w:type="dxa"/>
            <w:shd w:val="clear" w:color="auto" w:fill="FFBFBF" w:themeFill="accent6" w:themeFillTint="33"/>
          </w:tcPr>
          <w:p w14:paraId="309FC3FC" w14:textId="77777777" w:rsidR="003E5D70" w:rsidRPr="00034484" w:rsidRDefault="003E5D70" w:rsidP="003E5D70">
            <w:pPr>
              <w:spacing w:after="60"/>
              <w:outlineLvl w:val="3"/>
              <w:rPr>
                <w:b/>
                <w:bCs/>
              </w:rPr>
            </w:pPr>
            <w:r w:rsidRPr="00034484">
              <w:rPr>
                <w:b/>
                <w:bCs/>
              </w:rPr>
              <w:t>Kontaktní osoba:</w:t>
            </w:r>
          </w:p>
        </w:tc>
        <w:tc>
          <w:tcPr>
            <w:tcW w:w="4890" w:type="dxa"/>
            <w:vAlign w:val="center"/>
          </w:tcPr>
          <w:p w14:paraId="7C2E6E17" w14:textId="77777777" w:rsidR="003E5D70" w:rsidRPr="00034484" w:rsidRDefault="003E5D70" w:rsidP="003E5D70">
            <w:pPr>
              <w:outlineLvl w:val="3"/>
              <w:rPr>
                <w:bCs/>
              </w:rPr>
            </w:pPr>
          </w:p>
        </w:tc>
      </w:tr>
    </w:tbl>
    <w:p w14:paraId="37FD46F0" w14:textId="77777777" w:rsidR="003E5D70" w:rsidRPr="00034484" w:rsidRDefault="003E5D70" w:rsidP="003E5D70">
      <w:pPr>
        <w:rPr>
          <w:b/>
          <w:bCs/>
        </w:rPr>
      </w:pPr>
    </w:p>
    <w:tbl>
      <w:tblPr>
        <w:tblStyle w:val="Mkatabulky"/>
        <w:tblW w:w="0" w:type="auto"/>
        <w:tblLook w:val="04A0" w:firstRow="1" w:lastRow="0" w:firstColumn="1" w:lastColumn="0" w:noHBand="0" w:noVBand="1"/>
      </w:tblPr>
      <w:tblGrid>
        <w:gridCol w:w="4439"/>
        <w:gridCol w:w="4281"/>
      </w:tblGrid>
      <w:tr w:rsidR="003E5D70" w:rsidRPr="00034484" w14:paraId="752B14EB" w14:textId="77777777" w:rsidTr="003E5D70">
        <w:tc>
          <w:tcPr>
            <w:tcW w:w="4889" w:type="dxa"/>
            <w:shd w:val="clear" w:color="auto" w:fill="FFBFBF" w:themeFill="accent6" w:themeFillTint="33"/>
            <w:vAlign w:val="center"/>
          </w:tcPr>
          <w:p w14:paraId="0A97483F" w14:textId="77777777" w:rsidR="003E5D70" w:rsidRPr="00034484" w:rsidRDefault="003E5D70" w:rsidP="003E5D70">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68BB514E" w14:textId="77777777" w:rsidR="003E5D70" w:rsidRPr="00034484" w:rsidRDefault="003E5D70" w:rsidP="003E5D70">
            <w:pPr>
              <w:outlineLvl w:val="3"/>
              <w:rPr>
                <w:bCs/>
              </w:rPr>
            </w:pPr>
          </w:p>
        </w:tc>
      </w:tr>
      <w:tr w:rsidR="003E5D70" w:rsidRPr="00034484" w14:paraId="249177DA" w14:textId="77777777" w:rsidTr="003E5D70">
        <w:tc>
          <w:tcPr>
            <w:tcW w:w="4889" w:type="dxa"/>
            <w:shd w:val="clear" w:color="auto" w:fill="FFBFBF" w:themeFill="accent6" w:themeFillTint="33"/>
            <w:vAlign w:val="center"/>
          </w:tcPr>
          <w:p w14:paraId="10CE77AE" w14:textId="77777777" w:rsidR="003E5D70" w:rsidRPr="00034484" w:rsidRDefault="003E5D70" w:rsidP="003E5D70">
            <w:pPr>
              <w:spacing w:after="60"/>
              <w:outlineLvl w:val="3"/>
              <w:rPr>
                <w:b/>
                <w:bCs/>
              </w:rPr>
            </w:pPr>
            <w:r w:rsidRPr="00034484">
              <w:rPr>
                <w:b/>
                <w:bCs/>
              </w:rPr>
              <w:t>Funkce:</w:t>
            </w:r>
          </w:p>
        </w:tc>
        <w:tc>
          <w:tcPr>
            <w:tcW w:w="4890" w:type="dxa"/>
            <w:vAlign w:val="center"/>
          </w:tcPr>
          <w:p w14:paraId="5BD20EDF" w14:textId="77777777" w:rsidR="003E5D70" w:rsidRPr="00034484" w:rsidRDefault="003E5D70" w:rsidP="003E5D70">
            <w:pPr>
              <w:outlineLvl w:val="3"/>
              <w:rPr>
                <w:bCs/>
              </w:rPr>
            </w:pPr>
          </w:p>
        </w:tc>
      </w:tr>
      <w:tr w:rsidR="003E5D70" w:rsidRPr="00034484" w14:paraId="33F2C47A" w14:textId="77777777" w:rsidTr="003E5D70">
        <w:tc>
          <w:tcPr>
            <w:tcW w:w="4889" w:type="dxa"/>
            <w:shd w:val="clear" w:color="auto" w:fill="FFBFBF" w:themeFill="accent6" w:themeFillTint="33"/>
            <w:vAlign w:val="center"/>
          </w:tcPr>
          <w:p w14:paraId="7BAF9CD1" w14:textId="77777777" w:rsidR="003E5D70" w:rsidRPr="00034484" w:rsidRDefault="003E5D70" w:rsidP="003E5D70">
            <w:pPr>
              <w:spacing w:after="60"/>
              <w:outlineLvl w:val="3"/>
              <w:rPr>
                <w:b/>
                <w:bCs/>
              </w:rPr>
            </w:pPr>
            <w:r w:rsidRPr="00034484">
              <w:rPr>
                <w:b/>
                <w:bCs/>
              </w:rPr>
              <w:t>Podpis vystavitele</w:t>
            </w:r>
          </w:p>
          <w:p w14:paraId="1B1FE7BA" w14:textId="77777777" w:rsidR="003E5D70" w:rsidRPr="00034484" w:rsidRDefault="003E5D70" w:rsidP="003E5D70">
            <w:pPr>
              <w:spacing w:after="60"/>
              <w:outlineLvl w:val="3"/>
              <w:rPr>
                <w:b/>
                <w:bCs/>
              </w:rPr>
            </w:pPr>
          </w:p>
        </w:tc>
        <w:tc>
          <w:tcPr>
            <w:tcW w:w="4890" w:type="dxa"/>
            <w:vAlign w:val="center"/>
          </w:tcPr>
          <w:p w14:paraId="32099054" w14:textId="77777777" w:rsidR="003E5D70" w:rsidRPr="00034484" w:rsidRDefault="003E5D70" w:rsidP="003E5D70">
            <w:pPr>
              <w:outlineLvl w:val="3"/>
              <w:rPr>
                <w:bCs/>
              </w:rPr>
            </w:pPr>
          </w:p>
        </w:tc>
      </w:tr>
      <w:tr w:rsidR="003E5D70" w:rsidRPr="00034484" w14:paraId="04985089" w14:textId="77777777" w:rsidTr="003E5D70">
        <w:tc>
          <w:tcPr>
            <w:tcW w:w="4889" w:type="dxa"/>
            <w:shd w:val="clear" w:color="auto" w:fill="FFBFBF" w:themeFill="accent6" w:themeFillTint="33"/>
            <w:vAlign w:val="center"/>
          </w:tcPr>
          <w:p w14:paraId="03684D9F" w14:textId="77777777" w:rsidR="003E5D70" w:rsidRPr="00034484" w:rsidRDefault="003E5D70" w:rsidP="003E5D70">
            <w:pPr>
              <w:spacing w:after="60"/>
              <w:outlineLvl w:val="3"/>
              <w:rPr>
                <w:b/>
                <w:bCs/>
              </w:rPr>
            </w:pPr>
            <w:r w:rsidRPr="00034484">
              <w:rPr>
                <w:b/>
                <w:bCs/>
              </w:rPr>
              <w:t>Datum vystavení osvědčení</w:t>
            </w:r>
          </w:p>
        </w:tc>
        <w:tc>
          <w:tcPr>
            <w:tcW w:w="4890" w:type="dxa"/>
            <w:vAlign w:val="center"/>
          </w:tcPr>
          <w:p w14:paraId="5376834F" w14:textId="77777777" w:rsidR="003E5D70" w:rsidRPr="00034484" w:rsidRDefault="003E5D70" w:rsidP="003E5D70">
            <w:pPr>
              <w:outlineLvl w:val="3"/>
              <w:rPr>
                <w:bCs/>
              </w:rPr>
            </w:pPr>
          </w:p>
        </w:tc>
      </w:tr>
    </w:tbl>
    <w:p w14:paraId="62563B49" w14:textId="77777777" w:rsidR="003E5D70" w:rsidRPr="00034484" w:rsidRDefault="003E5D70" w:rsidP="003E5D70">
      <w:pPr>
        <w:rPr>
          <w:bCs/>
        </w:rPr>
      </w:pPr>
    </w:p>
    <w:p w14:paraId="212D3D1B" w14:textId="77777777" w:rsidR="003E5D70" w:rsidRPr="00A24674" w:rsidRDefault="003E5D70" w:rsidP="003E5D70">
      <w:pPr>
        <w:keepNext/>
        <w:spacing w:after="60"/>
        <w:jc w:val="both"/>
        <w:outlineLvl w:val="3"/>
        <w:rPr>
          <w:rFonts w:eastAsia="Times New Roman"/>
          <w:bCs/>
          <w:i/>
        </w:rPr>
      </w:pPr>
      <w:r w:rsidRPr="00034484">
        <w:rPr>
          <w:bCs/>
          <w:i/>
        </w:rPr>
        <w:t>* Je-li vzhledem k charakteru stavby relevantní.</w:t>
      </w:r>
    </w:p>
    <w:p w14:paraId="5F8E09A0" w14:textId="77777777" w:rsidR="003E5D70" w:rsidRPr="00A24674" w:rsidRDefault="003E5D70" w:rsidP="003E5D70">
      <w:pPr>
        <w:keepNext/>
        <w:spacing w:after="60"/>
        <w:jc w:val="both"/>
        <w:outlineLvl w:val="3"/>
        <w:rPr>
          <w:rFonts w:eastAsia="Times New Roman"/>
          <w:b/>
          <w:bCs/>
          <w:i/>
        </w:rPr>
      </w:pPr>
    </w:p>
    <w:p w14:paraId="671430A4" w14:textId="77777777" w:rsidR="003E5D70" w:rsidRPr="00A24674" w:rsidRDefault="003E5D70" w:rsidP="003E5D70">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C9AE48A" w14:textId="77777777" w:rsidR="003E5D70" w:rsidRPr="00523A61" w:rsidRDefault="003E5D70" w:rsidP="003E5D70">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2D3E3742" w14:textId="77777777" w:rsidR="003E5D70" w:rsidRDefault="003E5D70" w:rsidP="003E5D70">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5AC2CD69" w14:textId="77777777" w:rsidR="003E5D70" w:rsidRDefault="003E5D70" w:rsidP="00F762A8">
      <w:pPr>
        <w:pStyle w:val="Textbezodsazen"/>
      </w:pPr>
    </w:p>
    <w:sectPr w:rsidR="003E5D70" w:rsidSect="00EC1F83">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F5710" w14:textId="77777777" w:rsidR="00861F38" w:rsidRDefault="00861F38" w:rsidP="00962258">
      <w:pPr>
        <w:spacing w:after="0" w:line="240" w:lineRule="auto"/>
      </w:pPr>
      <w:r>
        <w:separator/>
      </w:r>
    </w:p>
  </w:endnote>
  <w:endnote w:type="continuationSeparator" w:id="0">
    <w:p w14:paraId="6016DDCB" w14:textId="77777777" w:rsidR="00861F38" w:rsidRDefault="00861F3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6399D" w:rsidRPr="003462EB" w14:paraId="1240A483" w14:textId="77777777" w:rsidTr="00F13FDA">
      <w:tc>
        <w:tcPr>
          <w:tcW w:w="1021" w:type="dxa"/>
          <w:vAlign w:val="bottom"/>
        </w:tcPr>
        <w:p w14:paraId="151E8C0E" w14:textId="0699106E" w:rsidR="00F6399D" w:rsidRPr="00B8518B" w:rsidRDefault="00F6399D"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34</w:t>
          </w:r>
          <w:r w:rsidRPr="00B8518B">
            <w:rPr>
              <w:rStyle w:val="slostrnky"/>
            </w:rPr>
            <w:fldChar w:fldCharType="end"/>
          </w:r>
        </w:p>
      </w:tc>
      <w:tc>
        <w:tcPr>
          <w:tcW w:w="0" w:type="auto"/>
          <w:vAlign w:val="bottom"/>
        </w:tcPr>
        <w:p w14:paraId="4FEF9FF2" w14:textId="77777777" w:rsidR="00F6399D" w:rsidRDefault="00F6399D" w:rsidP="00F13FDA">
          <w:pPr>
            <w:pStyle w:val="Zpatvlevo"/>
          </w:pPr>
          <w:r w:rsidRPr="00B41CFD">
            <w:t>Smlouva o dílo</w:t>
          </w:r>
        </w:p>
        <w:p w14:paraId="36D7DCDC" w14:textId="77777777" w:rsidR="00F6399D" w:rsidRPr="003462EB" w:rsidRDefault="00F6399D" w:rsidP="00F13FDA">
          <w:pPr>
            <w:pStyle w:val="Zpatvlevo"/>
          </w:pPr>
          <w:r w:rsidRPr="00B41CFD">
            <w:t>Zhotovení stavby</w:t>
          </w:r>
        </w:p>
      </w:tc>
    </w:tr>
  </w:tbl>
  <w:p w14:paraId="54F3FF18" w14:textId="77777777" w:rsidR="00F6399D" w:rsidRPr="00F13FDA" w:rsidRDefault="00F6399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6399D" w:rsidRPr="003462EB" w14:paraId="3C3BD90F" w14:textId="77777777" w:rsidTr="00F13FDA">
      <w:tc>
        <w:tcPr>
          <w:tcW w:w="1021" w:type="dxa"/>
          <w:vAlign w:val="bottom"/>
        </w:tcPr>
        <w:p w14:paraId="607075DB" w14:textId="77777777" w:rsidR="00F6399D" w:rsidRPr="00B8518B" w:rsidRDefault="00F6399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F6399D" w:rsidRPr="00DD4862" w:rsidRDefault="00F6399D" w:rsidP="00F13FDA">
          <w:pPr>
            <w:pStyle w:val="Zpatvlevo"/>
            <w:rPr>
              <w:b/>
            </w:rPr>
          </w:pPr>
          <w:r>
            <w:rPr>
              <w:b/>
            </w:rPr>
            <w:t>Příloha č. 4</w:t>
          </w:r>
        </w:p>
        <w:p w14:paraId="4F45CE3F" w14:textId="77777777" w:rsidR="00F6399D" w:rsidRDefault="00F6399D" w:rsidP="00F13FDA">
          <w:pPr>
            <w:pStyle w:val="Zpatvlevo"/>
          </w:pPr>
          <w:r w:rsidRPr="00B41CFD">
            <w:t>Smlouva o dílo</w:t>
          </w:r>
        </w:p>
        <w:p w14:paraId="44062EBD" w14:textId="77777777" w:rsidR="00F6399D" w:rsidRPr="003462EB" w:rsidRDefault="00F6399D" w:rsidP="00F13FDA">
          <w:pPr>
            <w:pStyle w:val="Zpatvlevo"/>
          </w:pPr>
          <w:r w:rsidRPr="00B41CFD">
            <w:t>Zhotovení stavby</w:t>
          </w:r>
        </w:p>
      </w:tc>
    </w:tr>
  </w:tbl>
  <w:p w14:paraId="5F02EA77" w14:textId="77777777" w:rsidR="00F6399D" w:rsidRPr="00F13FDA" w:rsidRDefault="00F6399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6399D" w:rsidRPr="009E09BE" w14:paraId="140825AC" w14:textId="77777777" w:rsidTr="00A0271B">
      <w:tc>
        <w:tcPr>
          <w:tcW w:w="0" w:type="auto"/>
          <w:tcMar>
            <w:left w:w="0" w:type="dxa"/>
            <w:right w:w="0" w:type="dxa"/>
          </w:tcMar>
          <w:vAlign w:val="bottom"/>
        </w:tcPr>
        <w:p w14:paraId="5C3D2E8D" w14:textId="77777777" w:rsidR="00F6399D" w:rsidRPr="00DD4862" w:rsidRDefault="00F6399D" w:rsidP="00A0271B">
          <w:pPr>
            <w:pStyle w:val="Zpatvpravo"/>
            <w:rPr>
              <w:b/>
            </w:rPr>
          </w:pPr>
          <w:r w:rsidRPr="00DD4862">
            <w:rPr>
              <w:b/>
            </w:rPr>
            <w:t xml:space="preserve">Příloha č. </w:t>
          </w:r>
          <w:r>
            <w:rPr>
              <w:b/>
            </w:rPr>
            <w:t>4</w:t>
          </w:r>
        </w:p>
        <w:p w14:paraId="322FB8B5" w14:textId="77777777" w:rsidR="00F6399D" w:rsidRPr="003462EB" w:rsidRDefault="00F6399D" w:rsidP="00A0271B">
          <w:pPr>
            <w:pStyle w:val="Zpatvpravo"/>
          </w:pPr>
          <w:r>
            <w:t>Smlouva o dílo</w:t>
          </w:r>
        </w:p>
        <w:p w14:paraId="6BCDB74A" w14:textId="77777777" w:rsidR="00F6399D" w:rsidRPr="003462EB" w:rsidRDefault="00F6399D" w:rsidP="00A0271B">
          <w:pPr>
            <w:pStyle w:val="Zpatvpravo"/>
            <w:rPr>
              <w:rStyle w:val="slostrnky"/>
              <w:b w:val="0"/>
              <w:color w:val="auto"/>
              <w:sz w:val="12"/>
            </w:rPr>
          </w:pPr>
          <w:r w:rsidRPr="003462EB">
            <w:t xml:space="preserve">Zhotovení stavby </w:t>
          </w:r>
        </w:p>
      </w:tc>
      <w:tc>
        <w:tcPr>
          <w:tcW w:w="1021" w:type="dxa"/>
          <w:vAlign w:val="bottom"/>
        </w:tcPr>
        <w:p w14:paraId="4DFD9349" w14:textId="72694B09" w:rsidR="00F6399D" w:rsidRPr="009E09BE" w:rsidRDefault="00F6399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2A7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2A7E">
            <w:rPr>
              <w:rStyle w:val="slostrnky"/>
              <w:noProof/>
            </w:rPr>
            <w:t>1</w:t>
          </w:r>
          <w:r>
            <w:rPr>
              <w:rStyle w:val="slostrnky"/>
            </w:rPr>
            <w:fldChar w:fldCharType="end"/>
          </w:r>
        </w:p>
      </w:tc>
    </w:tr>
  </w:tbl>
  <w:p w14:paraId="1799FC45" w14:textId="77777777" w:rsidR="00F6399D" w:rsidRPr="00B8518B" w:rsidRDefault="00F6399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6399D" w:rsidRPr="003462EB" w14:paraId="324A3DF3" w14:textId="77777777" w:rsidTr="00F13FDA">
      <w:tc>
        <w:tcPr>
          <w:tcW w:w="1021" w:type="dxa"/>
          <w:vAlign w:val="bottom"/>
        </w:tcPr>
        <w:p w14:paraId="1D3932C5" w14:textId="77777777" w:rsidR="00F6399D" w:rsidRPr="00B8518B" w:rsidRDefault="00F6399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F6399D" w:rsidRPr="00DD4862" w:rsidRDefault="00F6399D" w:rsidP="00F13FDA">
          <w:pPr>
            <w:pStyle w:val="Zpatvlevo"/>
            <w:rPr>
              <w:b/>
            </w:rPr>
          </w:pPr>
          <w:r>
            <w:rPr>
              <w:b/>
            </w:rPr>
            <w:t>Příloha č. 5</w:t>
          </w:r>
        </w:p>
        <w:p w14:paraId="376871C6" w14:textId="77777777" w:rsidR="00F6399D" w:rsidRDefault="00F6399D" w:rsidP="00F13FDA">
          <w:pPr>
            <w:pStyle w:val="Zpatvlevo"/>
          </w:pPr>
          <w:r w:rsidRPr="00B41CFD">
            <w:t>Smlouva o dílo</w:t>
          </w:r>
        </w:p>
        <w:p w14:paraId="3CE18223" w14:textId="77777777" w:rsidR="00F6399D" w:rsidRPr="003462EB" w:rsidRDefault="00F6399D" w:rsidP="00F13FDA">
          <w:pPr>
            <w:pStyle w:val="Zpatvlevo"/>
          </w:pPr>
          <w:r w:rsidRPr="00B41CFD">
            <w:t>Zhotovení stavby</w:t>
          </w:r>
        </w:p>
      </w:tc>
    </w:tr>
  </w:tbl>
  <w:p w14:paraId="653766D2" w14:textId="77777777" w:rsidR="00F6399D" w:rsidRPr="00F13FDA" w:rsidRDefault="00F6399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6399D" w:rsidRPr="009E09BE" w14:paraId="4CAC0333" w14:textId="77777777" w:rsidTr="00A0271B">
      <w:tc>
        <w:tcPr>
          <w:tcW w:w="0" w:type="auto"/>
          <w:tcMar>
            <w:left w:w="0" w:type="dxa"/>
            <w:right w:w="0" w:type="dxa"/>
          </w:tcMar>
          <w:vAlign w:val="bottom"/>
        </w:tcPr>
        <w:p w14:paraId="0A2FA09E" w14:textId="77777777" w:rsidR="00F6399D" w:rsidRPr="00DD4862" w:rsidRDefault="00F6399D" w:rsidP="00A0271B">
          <w:pPr>
            <w:pStyle w:val="Zpatvpravo"/>
            <w:rPr>
              <w:b/>
            </w:rPr>
          </w:pPr>
          <w:r w:rsidRPr="00DD4862">
            <w:rPr>
              <w:b/>
            </w:rPr>
            <w:t xml:space="preserve">Příloha č. </w:t>
          </w:r>
          <w:r>
            <w:rPr>
              <w:b/>
            </w:rPr>
            <w:t>5</w:t>
          </w:r>
        </w:p>
        <w:p w14:paraId="60317C27" w14:textId="77777777" w:rsidR="00F6399D" w:rsidRPr="003462EB" w:rsidRDefault="00F6399D" w:rsidP="00A0271B">
          <w:pPr>
            <w:pStyle w:val="Zpatvpravo"/>
          </w:pPr>
          <w:r>
            <w:t>Smlouva o dílo</w:t>
          </w:r>
        </w:p>
        <w:p w14:paraId="6574CB31" w14:textId="77777777" w:rsidR="00F6399D" w:rsidRPr="003462EB" w:rsidRDefault="00F6399D" w:rsidP="00A0271B">
          <w:pPr>
            <w:pStyle w:val="Zpatvpravo"/>
            <w:rPr>
              <w:rStyle w:val="slostrnky"/>
              <w:b w:val="0"/>
              <w:color w:val="auto"/>
              <w:sz w:val="12"/>
            </w:rPr>
          </w:pPr>
          <w:r w:rsidRPr="003462EB">
            <w:t xml:space="preserve">Zhotovení stavby </w:t>
          </w:r>
        </w:p>
      </w:tc>
      <w:tc>
        <w:tcPr>
          <w:tcW w:w="1021" w:type="dxa"/>
          <w:vAlign w:val="bottom"/>
        </w:tcPr>
        <w:p w14:paraId="4CA40DA3" w14:textId="1FF1D87C" w:rsidR="00F6399D" w:rsidRPr="009E09BE" w:rsidRDefault="00F6399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2A7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2A7E">
            <w:rPr>
              <w:rStyle w:val="slostrnky"/>
              <w:noProof/>
            </w:rPr>
            <w:t>1</w:t>
          </w:r>
          <w:r>
            <w:rPr>
              <w:rStyle w:val="slostrnky"/>
            </w:rPr>
            <w:fldChar w:fldCharType="end"/>
          </w:r>
        </w:p>
      </w:tc>
    </w:tr>
  </w:tbl>
  <w:p w14:paraId="7E03A553" w14:textId="77777777" w:rsidR="00F6399D" w:rsidRPr="00B8518B" w:rsidRDefault="00F6399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6399D" w:rsidRPr="003462EB" w14:paraId="136811E9" w14:textId="77777777" w:rsidTr="00F13FDA">
      <w:tc>
        <w:tcPr>
          <w:tcW w:w="1021" w:type="dxa"/>
          <w:vAlign w:val="bottom"/>
        </w:tcPr>
        <w:p w14:paraId="0F368DE0" w14:textId="50323801" w:rsidR="00F6399D" w:rsidRPr="00B8518B" w:rsidRDefault="00F6399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5</w:t>
          </w:r>
          <w:r>
            <w:rPr>
              <w:rStyle w:val="slostrnky"/>
            </w:rPr>
            <w:fldChar w:fldCharType="end"/>
          </w:r>
        </w:p>
      </w:tc>
      <w:tc>
        <w:tcPr>
          <w:tcW w:w="0" w:type="auto"/>
          <w:vAlign w:val="bottom"/>
        </w:tcPr>
        <w:p w14:paraId="3AED8A11" w14:textId="77777777" w:rsidR="00F6399D" w:rsidRPr="00DD4862" w:rsidRDefault="00F6399D" w:rsidP="00F13FDA">
          <w:pPr>
            <w:pStyle w:val="Zpatvlevo"/>
            <w:rPr>
              <w:b/>
            </w:rPr>
          </w:pPr>
          <w:r>
            <w:rPr>
              <w:b/>
            </w:rPr>
            <w:t>Příloha č. 6</w:t>
          </w:r>
        </w:p>
        <w:p w14:paraId="45D670C9" w14:textId="77777777" w:rsidR="00F6399D" w:rsidRDefault="00F6399D" w:rsidP="00F13FDA">
          <w:pPr>
            <w:pStyle w:val="Zpatvlevo"/>
          </w:pPr>
          <w:r w:rsidRPr="00B41CFD">
            <w:t>Smlouva o dílo</w:t>
          </w:r>
        </w:p>
        <w:p w14:paraId="4EB1BB37" w14:textId="77777777" w:rsidR="00F6399D" w:rsidRPr="003462EB" w:rsidRDefault="00F6399D" w:rsidP="00F13FDA">
          <w:pPr>
            <w:pStyle w:val="Zpatvlevo"/>
          </w:pPr>
          <w:r w:rsidRPr="00B41CFD">
            <w:t>Zhotovení stavby</w:t>
          </w:r>
        </w:p>
      </w:tc>
    </w:tr>
  </w:tbl>
  <w:p w14:paraId="1A83E4D3" w14:textId="77777777" w:rsidR="00F6399D" w:rsidRPr="00F13FDA" w:rsidRDefault="00F6399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6399D" w:rsidRPr="009E09BE" w14:paraId="7BA38340" w14:textId="77777777" w:rsidTr="00A0271B">
      <w:tc>
        <w:tcPr>
          <w:tcW w:w="0" w:type="auto"/>
          <w:tcMar>
            <w:left w:w="0" w:type="dxa"/>
            <w:right w:w="0" w:type="dxa"/>
          </w:tcMar>
          <w:vAlign w:val="bottom"/>
        </w:tcPr>
        <w:p w14:paraId="5BBDCBB6" w14:textId="77777777" w:rsidR="00F6399D" w:rsidRPr="00DD4862" w:rsidRDefault="00F6399D" w:rsidP="00A0271B">
          <w:pPr>
            <w:pStyle w:val="Zpatvpravo"/>
            <w:rPr>
              <w:b/>
            </w:rPr>
          </w:pPr>
          <w:r w:rsidRPr="00DD4862">
            <w:rPr>
              <w:b/>
            </w:rPr>
            <w:t xml:space="preserve">Příloha č. </w:t>
          </w:r>
          <w:r>
            <w:rPr>
              <w:b/>
            </w:rPr>
            <w:t>6</w:t>
          </w:r>
        </w:p>
        <w:p w14:paraId="1B3CE0C2" w14:textId="77777777" w:rsidR="00F6399D" w:rsidRPr="003462EB" w:rsidRDefault="00F6399D" w:rsidP="00A0271B">
          <w:pPr>
            <w:pStyle w:val="Zpatvpravo"/>
          </w:pPr>
          <w:r>
            <w:t>Smlouva o dílo</w:t>
          </w:r>
        </w:p>
        <w:p w14:paraId="09872B93" w14:textId="77777777" w:rsidR="00F6399D" w:rsidRPr="003462EB" w:rsidRDefault="00F6399D" w:rsidP="00A0271B">
          <w:pPr>
            <w:pStyle w:val="Zpatvpravo"/>
            <w:rPr>
              <w:rStyle w:val="slostrnky"/>
              <w:b w:val="0"/>
              <w:color w:val="auto"/>
              <w:sz w:val="12"/>
            </w:rPr>
          </w:pPr>
          <w:r w:rsidRPr="003462EB">
            <w:t xml:space="preserve">Zhotovení stavby </w:t>
          </w:r>
        </w:p>
      </w:tc>
      <w:tc>
        <w:tcPr>
          <w:tcW w:w="1021" w:type="dxa"/>
          <w:vAlign w:val="bottom"/>
        </w:tcPr>
        <w:p w14:paraId="219F699D" w14:textId="405F99CA" w:rsidR="00F6399D" w:rsidRPr="009E09BE" w:rsidRDefault="00F6399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2A7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2A7E">
            <w:rPr>
              <w:rStyle w:val="slostrnky"/>
              <w:noProof/>
            </w:rPr>
            <w:t>3</w:t>
          </w:r>
          <w:r>
            <w:rPr>
              <w:rStyle w:val="slostrnky"/>
            </w:rPr>
            <w:fldChar w:fldCharType="end"/>
          </w:r>
        </w:p>
      </w:tc>
    </w:tr>
  </w:tbl>
  <w:p w14:paraId="4AEF1893" w14:textId="77777777" w:rsidR="00F6399D" w:rsidRPr="00B8518B" w:rsidRDefault="00F6399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6399D" w:rsidRPr="003462EB" w14:paraId="11166B56" w14:textId="77777777" w:rsidTr="00F13FDA">
      <w:tc>
        <w:tcPr>
          <w:tcW w:w="1021" w:type="dxa"/>
          <w:vAlign w:val="bottom"/>
        </w:tcPr>
        <w:p w14:paraId="65A08FDB" w14:textId="77777777" w:rsidR="00F6399D" w:rsidRPr="00B8518B" w:rsidRDefault="00F6399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F6399D" w:rsidRPr="00DD4862" w:rsidRDefault="00F6399D" w:rsidP="00F13FDA">
          <w:pPr>
            <w:pStyle w:val="Zpatvlevo"/>
            <w:rPr>
              <w:b/>
            </w:rPr>
          </w:pPr>
          <w:r>
            <w:rPr>
              <w:b/>
            </w:rPr>
            <w:t>Příloha č. 7</w:t>
          </w:r>
        </w:p>
        <w:p w14:paraId="49EBE761" w14:textId="77777777" w:rsidR="00F6399D" w:rsidRDefault="00F6399D" w:rsidP="00F13FDA">
          <w:pPr>
            <w:pStyle w:val="Zpatvlevo"/>
          </w:pPr>
          <w:r w:rsidRPr="00B41CFD">
            <w:t>Smlouva o dílo</w:t>
          </w:r>
        </w:p>
        <w:p w14:paraId="7A184B87" w14:textId="77777777" w:rsidR="00F6399D" w:rsidRPr="003462EB" w:rsidRDefault="00F6399D" w:rsidP="00F13FDA">
          <w:pPr>
            <w:pStyle w:val="Zpatvlevo"/>
          </w:pPr>
          <w:r w:rsidRPr="00B41CFD">
            <w:t>Zhotovení stavby</w:t>
          </w:r>
        </w:p>
      </w:tc>
    </w:tr>
  </w:tbl>
  <w:p w14:paraId="24208E4C" w14:textId="77777777" w:rsidR="00F6399D" w:rsidRPr="00F13FDA" w:rsidRDefault="00F6399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6399D" w:rsidRPr="009E09BE" w14:paraId="0DD23A08" w14:textId="77777777" w:rsidTr="00A0271B">
      <w:tc>
        <w:tcPr>
          <w:tcW w:w="0" w:type="auto"/>
          <w:tcMar>
            <w:left w:w="0" w:type="dxa"/>
            <w:right w:w="0" w:type="dxa"/>
          </w:tcMar>
          <w:vAlign w:val="bottom"/>
        </w:tcPr>
        <w:p w14:paraId="60B97E7A" w14:textId="77777777" w:rsidR="00F6399D" w:rsidRPr="00DD4862" w:rsidRDefault="00F6399D" w:rsidP="00A0271B">
          <w:pPr>
            <w:pStyle w:val="Zpatvpravo"/>
            <w:rPr>
              <w:b/>
            </w:rPr>
          </w:pPr>
          <w:r w:rsidRPr="00DD4862">
            <w:rPr>
              <w:b/>
            </w:rPr>
            <w:t xml:space="preserve">Příloha č. </w:t>
          </w:r>
          <w:r>
            <w:rPr>
              <w:b/>
            </w:rPr>
            <w:t>7</w:t>
          </w:r>
        </w:p>
        <w:p w14:paraId="47360AB3" w14:textId="77777777" w:rsidR="00F6399D" w:rsidRPr="003462EB" w:rsidRDefault="00F6399D" w:rsidP="00A0271B">
          <w:pPr>
            <w:pStyle w:val="Zpatvpravo"/>
          </w:pPr>
          <w:r>
            <w:t>Smlouva o dílo</w:t>
          </w:r>
        </w:p>
        <w:p w14:paraId="7F4562F2" w14:textId="77777777" w:rsidR="00F6399D" w:rsidRPr="003462EB" w:rsidRDefault="00F6399D" w:rsidP="00A0271B">
          <w:pPr>
            <w:pStyle w:val="Zpatvpravo"/>
            <w:rPr>
              <w:rStyle w:val="slostrnky"/>
              <w:b w:val="0"/>
              <w:color w:val="auto"/>
              <w:sz w:val="12"/>
            </w:rPr>
          </w:pPr>
          <w:r w:rsidRPr="003462EB">
            <w:t xml:space="preserve">Zhotovení stavby </w:t>
          </w:r>
        </w:p>
      </w:tc>
      <w:tc>
        <w:tcPr>
          <w:tcW w:w="1021" w:type="dxa"/>
          <w:vAlign w:val="bottom"/>
        </w:tcPr>
        <w:p w14:paraId="23F1C9AA" w14:textId="475D2D07" w:rsidR="00F6399D" w:rsidRPr="009E09BE" w:rsidRDefault="00F6399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2A7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2A7E">
            <w:rPr>
              <w:rStyle w:val="slostrnky"/>
              <w:noProof/>
            </w:rPr>
            <w:t>1</w:t>
          </w:r>
          <w:r>
            <w:rPr>
              <w:rStyle w:val="slostrnky"/>
            </w:rPr>
            <w:fldChar w:fldCharType="end"/>
          </w:r>
        </w:p>
      </w:tc>
    </w:tr>
  </w:tbl>
  <w:p w14:paraId="5508EC05" w14:textId="77777777" w:rsidR="00F6399D" w:rsidRPr="00B8518B" w:rsidRDefault="00F6399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6399D" w:rsidRPr="003462EB" w14:paraId="7E738D69" w14:textId="77777777" w:rsidTr="00F13FDA">
      <w:tc>
        <w:tcPr>
          <w:tcW w:w="1021" w:type="dxa"/>
          <w:vAlign w:val="bottom"/>
        </w:tcPr>
        <w:p w14:paraId="502BB4D2" w14:textId="77777777" w:rsidR="00F6399D" w:rsidRPr="00B8518B" w:rsidRDefault="00F6399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F6399D" w:rsidRPr="00DD4862" w:rsidRDefault="00F6399D" w:rsidP="00F13FDA">
          <w:pPr>
            <w:pStyle w:val="Zpatvlevo"/>
            <w:rPr>
              <w:b/>
            </w:rPr>
          </w:pPr>
          <w:r>
            <w:rPr>
              <w:b/>
            </w:rPr>
            <w:t>Příloha č. 8</w:t>
          </w:r>
        </w:p>
        <w:p w14:paraId="120D1055" w14:textId="77777777" w:rsidR="00F6399D" w:rsidRDefault="00F6399D" w:rsidP="00F13FDA">
          <w:pPr>
            <w:pStyle w:val="Zpatvlevo"/>
          </w:pPr>
          <w:r w:rsidRPr="00B41CFD">
            <w:t>Smlouva o dílo</w:t>
          </w:r>
        </w:p>
        <w:p w14:paraId="1A385723" w14:textId="77777777" w:rsidR="00F6399D" w:rsidRPr="003462EB" w:rsidRDefault="00F6399D" w:rsidP="00F13FDA">
          <w:pPr>
            <w:pStyle w:val="Zpatvlevo"/>
          </w:pPr>
          <w:r w:rsidRPr="00B41CFD">
            <w:t>Zhotovení stavby</w:t>
          </w:r>
        </w:p>
      </w:tc>
    </w:tr>
  </w:tbl>
  <w:p w14:paraId="32050216" w14:textId="77777777" w:rsidR="00F6399D" w:rsidRPr="00F13FDA" w:rsidRDefault="00F6399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6399D" w:rsidRPr="009E09BE" w14:paraId="7D122B19" w14:textId="77777777" w:rsidTr="00A0271B">
      <w:tc>
        <w:tcPr>
          <w:tcW w:w="0" w:type="auto"/>
          <w:tcMar>
            <w:left w:w="0" w:type="dxa"/>
            <w:right w:w="0" w:type="dxa"/>
          </w:tcMar>
          <w:vAlign w:val="bottom"/>
        </w:tcPr>
        <w:p w14:paraId="4A081609" w14:textId="77777777" w:rsidR="00F6399D" w:rsidRPr="00DD4862" w:rsidRDefault="00F6399D" w:rsidP="00A0271B">
          <w:pPr>
            <w:pStyle w:val="Zpatvpravo"/>
            <w:rPr>
              <w:b/>
            </w:rPr>
          </w:pPr>
          <w:r w:rsidRPr="00DD4862">
            <w:rPr>
              <w:b/>
            </w:rPr>
            <w:t xml:space="preserve">Příloha č. </w:t>
          </w:r>
          <w:r>
            <w:rPr>
              <w:b/>
            </w:rPr>
            <w:t>8</w:t>
          </w:r>
        </w:p>
        <w:p w14:paraId="33423AB3" w14:textId="77777777" w:rsidR="00F6399D" w:rsidRPr="003462EB" w:rsidRDefault="00F6399D" w:rsidP="00A0271B">
          <w:pPr>
            <w:pStyle w:val="Zpatvpravo"/>
          </w:pPr>
          <w:r>
            <w:t>Smlouva o dílo</w:t>
          </w:r>
        </w:p>
        <w:p w14:paraId="0ED2C04B" w14:textId="77777777" w:rsidR="00F6399D" w:rsidRPr="003462EB" w:rsidRDefault="00F6399D" w:rsidP="00A0271B">
          <w:pPr>
            <w:pStyle w:val="Zpatvpravo"/>
            <w:rPr>
              <w:rStyle w:val="slostrnky"/>
              <w:b w:val="0"/>
              <w:color w:val="auto"/>
              <w:sz w:val="12"/>
            </w:rPr>
          </w:pPr>
          <w:r w:rsidRPr="003462EB">
            <w:t xml:space="preserve">Zhotovení stavby </w:t>
          </w:r>
        </w:p>
      </w:tc>
      <w:tc>
        <w:tcPr>
          <w:tcW w:w="1021" w:type="dxa"/>
          <w:vAlign w:val="bottom"/>
        </w:tcPr>
        <w:p w14:paraId="4627B9DD" w14:textId="1115B851" w:rsidR="00F6399D" w:rsidRPr="009E09BE" w:rsidRDefault="00F6399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2A7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2A7E">
            <w:rPr>
              <w:rStyle w:val="slostrnky"/>
              <w:noProof/>
            </w:rPr>
            <w:t>1</w:t>
          </w:r>
          <w:r>
            <w:rPr>
              <w:rStyle w:val="slostrnky"/>
            </w:rPr>
            <w:fldChar w:fldCharType="end"/>
          </w:r>
        </w:p>
      </w:tc>
    </w:tr>
  </w:tbl>
  <w:p w14:paraId="3D0C59CA" w14:textId="77777777" w:rsidR="00F6399D" w:rsidRPr="00B8518B" w:rsidRDefault="00F6399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6399D" w:rsidRPr="009E09BE" w14:paraId="0257CBFB" w14:textId="77777777" w:rsidTr="00F13FDA">
      <w:tc>
        <w:tcPr>
          <w:tcW w:w="0" w:type="auto"/>
          <w:tcMar>
            <w:left w:w="0" w:type="dxa"/>
            <w:right w:w="0" w:type="dxa"/>
          </w:tcMar>
          <w:vAlign w:val="bottom"/>
        </w:tcPr>
        <w:p w14:paraId="79F4B413" w14:textId="77777777" w:rsidR="00F6399D" w:rsidRPr="003462EB" w:rsidRDefault="00F6399D" w:rsidP="00F13FDA">
          <w:pPr>
            <w:pStyle w:val="Zpatvpravo"/>
          </w:pPr>
          <w:r>
            <w:t>Smlouva o dílo</w:t>
          </w:r>
        </w:p>
        <w:p w14:paraId="3BAD2C8C" w14:textId="77777777" w:rsidR="00F6399D" w:rsidRPr="003462EB" w:rsidRDefault="00F6399D" w:rsidP="00F13FDA">
          <w:pPr>
            <w:pStyle w:val="Zpatvpravo"/>
            <w:rPr>
              <w:rStyle w:val="slostrnky"/>
              <w:b w:val="0"/>
              <w:color w:val="auto"/>
              <w:sz w:val="12"/>
            </w:rPr>
          </w:pPr>
          <w:r>
            <w:t xml:space="preserve">Zhotovení stavby </w:t>
          </w:r>
        </w:p>
      </w:tc>
      <w:tc>
        <w:tcPr>
          <w:tcW w:w="1021" w:type="dxa"/>
          <w:vAlign w:val="bottom"/>
        </w:tcPr>
        <w:p w14:paraId="7D92C335" w14:textId="5ECBF49F" w:rsidR="00F6399D" w:rsidRPr="009E09BE" w:rsidRDefault="00F6399D"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2A7E">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F2A7E">
            <w:rPr>
              <w:rStyle w:val="slostrnky"/>
              <w:noProof/>
            </w:rPr>
            <w:t>22</w:t>
          </w:r>
          <w:r w:rsidRPr="00B8518B">
            <w:rPr>
              <w:rStyle w:val="slostrnky"/>
            </w:rPr>
            <w:fldChar w:fldCharType="end"/>
          </w:r>
        </w:p>
      </w:tc>
    </w:tr>
  </w:tbl>
  <w:p w14:paraId="7D391C3E" w14:textId="77777777" w:rsidR="00F6399D" w:rsidRPr="00B8518B" w:rsidRDefault="00F6399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6399D" w:rsidRPr="003462EB" w14:paraId="760A7963" w14:textId="77777777" w:rsidTr="00F13FDA">
      <w:tc>
        <w:tcPr>
          <w:tcW w:w="1021" w:type="dxa"/>
          <w:vAlign w:val="bottom"/>
        </w:tcPr>
        <w:p w14:paraId="2C967D5C" w14:textId="6F08210D" w:rsidR="00F6399D" w:rsidRPr="00B8518B" w:rsidRDefault="00F6399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24540392" w14:textId="77777777" w:rsidR="00F6399D" w:rsidRPr="00DD4862" w:rsidRDefault="00F6399D" w:rsidP="00F13FDA">
          <w:pPr>
            <w:pStyle w:val="Zpatvlevo"/>
            <w:rPr>
              <w:b/>
            </w:rPr>
          </w:pPr>
          <w:r>
            <w:rPr>
              <w:b/>
            </w:rPr>
            <w:t>Příloha č. 9</w:t>
          </w:r>
        </w:p>
        <w:p w14:paraId="4619C703" w14:textId="77777777" w:rsidR="00F6399D" w:rsidRDefault="00F6399D" w:rsidP="00F13FDA">
          <w:pPr>
            <w:pStyle w:val="Zpatvlevo"/>
          </w:pPr>
          <w:r w:rsidRPr="00B41CFD">
            <w:t>Smlouva o dílo</w:t>
          </w:r>
        </w:p>
        <w:p w14:paraId="65F4A929" w14:textId="77777777" w:rsidR="00F6399D" w:rsidRPr="003462EB" w:rsidRDefault="00F6399D" w:rsidP="00F13FDA">
          <w:pPr>
            <w:pStyle w:val="Zpatvlevo"/>
          </w:pPr>
          <w:r w:rsidRPr="00B41CFD">
            <w:t>Zhotovení stavby</w:t>
          </w:r>
        </w:p>
      </w:tc>
    </w:tr>
  </w:tbl>
  <w:p w14:paraId="0ADFAF99" w14:textId="77777777" w:rsidR="00F6399D" w:rsidRPr="00F13FDA" w:rsidRDefault="00F6399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6399D" w:rsidRPr="009E09BE" w14:paraId="2AF04367" w14:textId="77777777" w:rsidTr="00A0271B">
      <w:tc>
        <w:tcPr>
          <w:tcW w:w="0" w:type="auto"/>
          <w:tcMar>
            <w:left w:w="0" w:type="dxa"/>
            <w:right w:w="0" w:type="dxa"/>
          </w:tcMar>
          <w:vAlign w:val="bottom"/>
        </w:tcPr>
        <w:p w14:paraId="7F6978BD" w14:textId="04C165E7" w:rsidR="00F6399D" w:rsidRPr="00DD4862" w:rsidRDefault="00F6399D" w:rsidP="00A0271B">
          <w:pPr>
            <w:pStyle w:val="Zpatvpravo"/>
            <w:rPr>
              <w:b/>
            </w:rPr>
          </w:pPr>
          <w:r w:rsidRPr="00DD4862">
            <w:rPr>
              <w:b/>
            </w:rPr>
            <w:t xml:space="preserve">Příloha č. </w:t>
          </w:r>
          <w:r>
            <w:rPr>
              <w:b/>
            </w:rPr>
            <w:t>9</w:t>
          </w:r>
        </w:p>
        <w:p w14:paraId="0C49EAB7" w14:textId="77777777" w:rsidR="00F6399D" w:rsidRPr="003462EB" w:rsidRDefault="00F6399D" w:rsidP="00A0271B">
          <w:pPr>
            <w:pStyle w:val="Zpatvpravo"/>
          </w:pPr>
          <w:r>
            <w:t>Smlouva o dílo</w:t>
          </w:r>
        </w:p>
        <w:p w14:paraId="0ABE324B" w14:textId="77777777" w:rsidR="00F6399D" w:rsidRPr="003462EB" w:rsidRDefault="00F6399D" w:rsidP="00A0271B">
          <w:pPr>
            <w:pStyle w:val="Zpatvpravo"/>
            <w:rPr>
              <w:rStyle w:val="slostrnky"/>
              <w:b w:val="0"/>
              <w:color w:val="auto"/>
              <w:sz w:val="12"/>
            </w:rPr>
          </w:pPr>
          <w:r w:rsidRPr="003462EB">
            <w:t xml:space="preserve">Zhotovení stavby </w:t>
          </w:r>
        </w:p>
      </w:tc>
      <w:tc>
        <w:tcPr>
          <w:tcW w:w="1021" w:type="dxa"/>
          <w:vAlign w:val="bottom"/>
        </w:tcPr>
        <w:p w14:paraId="3D9C297C" w14:textId="1BFA41BA" w:rsidR="00F6399D" w:rsidRPr="009E09BE" w:rsidRDefault="00F6399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2A7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2A7E">
            <w:rPr>
              <w:rStyle w:val="slostrnky"/>
              <w:noProof/>
            </w:rPr>
            <w:t>1</w:t>
          </w:r>
          <w:r>
            <w:rPr>
              <w:rStyle w:val="slostrnky"/>
            </w:rPr>
            <w:fldChar w:fldCharType="end"/>
          </w:r>
        </w:p>
      </w:tc>
    </w:tr>
  </w:tbl>
  <w:p w14:paraId="5E569996" w14:textId="77777777" w:rsidR="00F6399D" w:rsidRPr="00B8518B" w:rsidRDefault="00F6399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6399D" w:rsidRPr="009E09BE" w14:paraId="42C30F0E" w14:textId="77777777" w:rsidTr="00A0271B">
      <w:tc>
        <w:tcPr>
          <w:tcW w:w="0" w:type="auto"/>
          <w:tcMar>
            <w:left w:w="0" w:type="dxa"/>
            <w:right w:w="0" w:type="dxa"/>
          </w:tcMar>
          <w:vAlign w:val="bottom"/>
        </w:tcPr>
        <w:p w14:paraId="758B271A" w14:textId="77777777" w:rsidR="00F6399D" w:rsidRPr="00DD4862" w:rsidRDefault="00F6399D" w:rsidP="00A0271B">
          <w:pPr>
            <w:pStyle w:val="Zpatvpravo"/>
            <w:rPr>
              <w:b/>
            </w:rPr>
          </w:pPr>
          <w:r w:rsidRPr="00DD4862">
            <w:rPr>
              <w:b/>
            </w:rPr>
            <w:t xml:space="preserve">Příloha č. </w:t>
          </w:r>
          <w:r>
            <w:rPr>
              <w:b/>
            </w:rPr>
            <w:t>10</w:t>
          </w:r>
        </w:p>
        <w:p w14:paraId="76680734" w14:textId="77777777" w:rsidR="00F6399D" w:rsidRPr="003462EB" w:rsidRDefault="00F6399D" w:rsidP="00A0271B">
          <w:pPr>
            <w:pStyle w:val="Zpatvpravo"/>
          </w:pPr>
          <w:r>
            <w:t>Smlouva o dílo</w:t>
          </w:r>
        </w:p>
        <w:p w14:paraId="0FE9525A" w14:textId="77777777" w:rsidR="00F6399D" w:rsidRPr="003462EB" w:rsidRDefault="00F6399D" w:rsidP="00A0271B">
          <w:pPr>
            <w:pStyle w:val="Zpatvpravo"/>
            <w:rPr>
              <w:rStyle w:val="slostrnky"/>
              <w:b w:val="0"/>
              <w:color w:val="auto"/>
              <w:sz w:val="12"/>
            </w:rPr>
          </w:pPr>
          <w:r w:rsidRPr="003462EB">
            <w:t xml:space="preserve">Zhotovení stavby </w:t>
          </w:r>
        </w:p>
      </w:tc>
      <w:tc>
        <w:tcPr>
          <w:tcW w:w="1021" w:type="dxa"/>
          <w:vAlign w:val="bottom"/>
        </w:tcPr>
        <w:p w14:paraId="0508EEF0" w14:textId="44086877" w:rsidR="00F6399D" w:rsidRPr="009E09BE" w:rsidRDefault="00F6399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2A7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2A7E">
            <w:rPr>
              <w:rStyle w:val="slostrnky"/>
              <w:noProof/>
            </w:rPr>
            <w:t>4</w:t>
          </w:r>
          <w:r>
            <w:rPr>
              <w:rStyle w:val="slostrnky"/>
            </w:rPr>
            <w:fldChar w:fldCharType="end"/>
          </w:r>
        </w:p>
      </w:tc>
    </w:tr>
  </w:tbl>
  <w:p w14:paraId="502569D2" w14:textId="77777777" w:rsidR="00F6399D" w:rsidRPr="00B8518B" w:rsidRDefault="00F6399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F6399D" w:rsidRDefault="00F6399D" w:rsidP="00C1662E">
    <w:pPr>
      <w:pStyle w:val="Zpat"/>
      <w:rPr>
        <w:sz w:val="2"/>
        <w:szCs w:val="2"/>
      </w:rPr>
    </w:pPr>
  </w:p>
  <w:p w14:paraId="27D1AED5" w14:textId="404B3F99" w:rsidR="00F6399D" w:rsidRPr="001E4BDC" w:rsidRDefault="00F6399D" w:rsidP="00C1662E">
    <w:pPr>
      <w:pStyle w:val="Zpat"/>
      <w:rPr>
        <w:sz w:val="12"/>
        <w:szCs w:val="12"/>
      </w:rPr>
    </w:pPr>
  </w:p>
  <w:p w14:paraId="322CE0D8" w14:textId="77777777" w:rsidR="00F6399D" w:rsidRPr="001E4BDC" w:rsidRDefault="00F6399D"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6399D" w:rsidRPr="003462EB" w14:paraId="576E4CB6" w14:textId="77777777" w:rsidTr="00F13FDA">
      <w:tc>
        <w:tcPr>
          <w:tcW w:w="1021" w:type="dxa"/>
          <w:vAlign w:val="bottom"/>
        </w:tcPr>
        <w:p w14:paraId="55FBAD66" w14:textId="357A8B4A" w:rsidR="00F6399D" w:rsidRPr="00B8518B" w:rsidRDefault="00F6399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F6399D" w:rsidRPr="00DD4862" w:rsidRDefault="00F6399D" w:rsidP="00F13FDA">
          <w:pPr>
            <w:pStyle w:val="Zpatvlevo"/>
            <w:rPr>
              <w:b/>
            </w:rPr>
          </w:pPr>
          <w:r w:rsidRPr="00DD4862">
            <w:rPr>
              <w:b/>
            </w:rPr>
            <w:t>Příloha č. 1</w:t>
          </w:r>
        </w:p>
        <w:p w14:paraId="09312A8D" w14:textId="77777777" w:rsidR="00F6399D" w:rsidRDefault="00F6399D" w:rsidP="00F13FDA">
          <w:pPr>
            <w:pStyle w:val="Zpatvlevo"/>
          </w:pPr>
          <w:r w:rsidRPr="00B41CFD">
            <w:t>Smlouva o dílo</w:t>
          </w:r>
        </w:p>
        <w:p w14:paraId="3E3A2370" w14:textId="77777777" w:rsidR="00F6399D" w:rsidRPr="003462EB" w:rsidRDefault="00F6399D" w:rsidP="00F13FDA">
          <w:pPr>
            <w:pStyle w:val="Zpatvlevo"/>
          </w:pPr>
          <w:r w:rsidRPr="00B41CFD">
            <w:t>Zhotovení stavby</w:t>
          </w:r>
        </w:p>
      </w:tc>
    </w:tr>
  </w:tbl>
  <w:p w14:paraId="3D81D7D4" w14:textId="77777777" w:rsidR="00F6399D" w:rsidRPr="00F13FDA" w:rsidRDefault="00F6399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F6399D" w:rsidRDefault="00F6399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6399D" w:rsidRPr="009E09BE" w14:paraId="38DC7AE6" w14:textId="77777777" w:rsidTr="00A0271B">
      <w:tc>
        <w:tcPr>
          <w:tcW w:w="0" w:type="auto"/>
          <w:tcMar>
            <w:left w:w="0" w:type="dxa"/>
            <w:right w:w="0" w:type="dxa"/>
          </w:tcMar>
          <w:vAlign w:val="bottom"/>
        </w:tcPr>
        <w:p w14:paraId="1660DAD1" w14:textId="77777777" w:rsidR="00F6399D" w:rsidRPr="00DD4862" w:rsidRDefault="00F6399D" w:rsidP="00A0271B">
          <w:pPr>
            <w:pStyle w:val="Zpatvpravo"/>
            <w:rPr>
              <w:b/>
            </w:rPr>
          </w:pPr>
          <w:r w:rsidRPr="00DD4862">
            <w:rPr>
              <w:b/>
            </w:rPr>
            <w:t>Příloha č. 1</w:t>
          </w:r>
        </w:p>
        <w:p w14:paraId="1CB749FC" w14:textId="77777777" w:rsidR="00F6399D" w:rsidRPr="003462EB" w:rsidRDefault="00F6399D" w:rsidP="00A0271B">
          <w:pPr>
            <w:pStyle w:val="Zpatvpravo"/>
          </w:pPr>
          <w:r>
            <w:t>Smlouva o dílo</w:t>
          </w:r>
        </w:p>
        <w:p w14:paraId="3E9E1C04" w14:textId="77777777" w:rsidR="00F6399D" w:rsidRPr="003462EB" w:rsidRDefault="00F6399D" w:rsidP="00DD4862">
          <w:pPr>
            <w:pStyle w:val="Zpatvpravo"/>
            <w:rPr>
              <w:rStyle w:val="slostrnky"/>
              <w:b w:val="0"/>
              <w:color w:val="auto"/>
              <w:sz w:val="12"/>
            </w:rPr>
          </w:pPr>
          <w:r w:rsidRPr="003462EB">
            <w:t xml:space="preserve">Zhotovení stavby </w:t>
          </w:r>
        </w:p>
      </w:tc>
      <w:tc>
        <w:tcPr>
          <w:tcW w:w="1021" w:type="dxa"/>
          <w:vAlign w:val="bottom"/>
        </w:tcPr>
        <w:p w14:paraId="52A5ACA1" w14:textId="2CA330F8" w:rsidR="00F6399D" w:rsidRPr="009E09BE" w:rsidRDefault="00F6399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2A7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2A7E">
            <w:rPr>
              <w:rStyle w:val="slostrnky"/>
              <w:noProof/>
            </w:rPr>
            <w:t>1</w:t>
          </w:r>
          <w:r>
            <w:rPr>
              <w:rStyle w:val="slostrnky"/>
            </w:rPr>
            <w:fldChar w:fldCharType="end"/>
          </w:r>
        </w:p>
      </w:tc>
    </w:tr>
  </w:tbl>
  <w:p w14:paraId="7D639E4C" w14:textId="77777777" w:rsidR="00F6399D" w:rsidRPr="00B8518B" w:rsidRDefault="00F6399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6399D" w:rsidRPr="003462EB" w14:paraId="31324F47" w14:textId="77777777" w:rsidTr="00F13FDA">
      <w:tc>
        <w:tcPr>
          <w:tcW w:w="1021" w:type="dxa"/>
          <w:vAlign w:val="bottom"/>
        </w:tcPr>
        <w:p w14:paraId="4660D5CA" w14:textId="77777777" w:rsidR="00F6399D" w:rsidRPr="00B8518B" w:rsidRDefault="00F6399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F6399D" w:rsidRPr="00DD4862" w:rsidRDefault="00F6399D" w:rsidP="00F13FDA">
          <w:pPr>
            <w:pStyle w:val="Zpatvlevo"/>
            <w:rPr>
              <w:b/>
            </w:rPr>
          </w:pPr>
          <w:r>
            <w:rPr>
              <w:b/>
            </w:rPr>
            <w:t>Příloha č. 2</w:t>
          </w:r>
        </w:p>
        <w:p w14:paraId="0C1A6B71" w14:textId="77777777" w:rsidR="00F6399D" w:rsidRDefault="00F6399D" w:rsidP="00F13FDA">
          <w:pPr>
            <w:pStyle w:val="Zpatvlevo"/>
          </w:pPr>
          <w:r w:rsidRPr="00B41CFD">
            <w:t>Smlouva o dílo</w:t>
          </w:r>
        </w:p>
        <w:p w14:paraId="6C987E4D" w14:textId="77777777" w:rsidR="00F6399D" w:rsidRPr="003462EB" w:rsidRDefault="00F6399D" w:rsidP="00F13FDA">
          <w:pPr>
            <w:pStyle w:val="Zpatvlevo"/>
          </w:pPr>
          <w:r w:rsidRPr="00B41CFD">
            <w:t>Zhotovení stavby</w:t>
          </w:r>
        </w:p>
      </w:tc>
    </w:tr>
  </w:tbl>
  <w:p w14:paraId="721821A5" w14:textId="77777777" w:rsidR="00F6399D" w:rsidRPr="00F13FDA" w:rsidRDefault="00F6399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6399D" w:rsidRPr="009E09BE" w14:paraId="38E8F7EA" w14:textId="77777777" w:rsidTr="00A0271B">
      <w:tc>
        <w:tcPr>
          <w:tcW w:w="0" w:type="auto"/>
          <w:tcMar>
            <w:left w:w="0" w:type="dxa"/>
            <w:right w:w="0" w:type="dxa"/>
          </w:tcMar>
          <w:vAlign w:val="bottom"/>
        </w:tcPr>
        <w:p w14:paraId="12959C17" w14:textId="77777777" w:rsidR="00F6399D" w:rsidRPr="00DD4862" w:rsidRDefault="00F6399D" w:rsidP="00A0271B">
          <w:pPr>
            <w:pStyle w:val="Zpatvpravo"/>
            <w:rPr>
              <w:b/>
            </w:rPr>
          </w:pPr>
          <w:r w:rsidRPr="00DD4862">
            <w:rPr>
              <w:b/>
            </w:rPr>
            <w:t>Příloha č. 2</w:t>
          </w:r>
        </w:p>
        <w:p w14:paraId="1091D5F5" w14:textId="77777777" w:rsidR="00F6399D" w:rsidRPr="003462EB" w:rsidRDefault="00F6399D" w:rsidP="00A0271B">
          <w:pPr>
            <w:pStyle w:val="Zpatvpravo"/>
          </w:pPr>
          <w:r>
            <w:t>Smlouva o dílo</w:t>
          </w:r>
        </w:p>
        <w:p w14:paraId="45C9C2F0" w14:textId="77777777" w:rsidR="00F6399D" w:rsidRPr="003462EB" w:rsidRDefault="00F6399D" w:rsidP="00A0271B">
          <w:pPr>
            <w:pStyle w:val="Zpatvpravo"/>
            <w:rPr>
              <w:rStyle w:val="slostrnky"/>
              <w:b w:val="0"/>
              <w:color w:val="auto"/>
              <w:sz w:val="12"/>
            </w:rPr>
          </w:pPr>
          <w:r w:rsidRPr="003462EB">
            <w:t xml:space="preserve">Zhotovení stavby </w:t>
          </w:r>
        </w:p>
      </w:tc>
      <w:tc>
        <w:tcPr>
          <w:tcW w:w="1021" w:type="dxa"/>
          <w:vAlign w:val="bottom"/>
        </w:tcPr>
        <w:p w14:paraId="68484E19" w14:textId="4A081469" w:rsidR="00F6399D" w:rsidRPr="009E09BE" w:rsidRDefault="00F6399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2A7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2A7E">
            <w:rPr>
              <w:rStyle w:val="slostrnky"/>
              <w:noProof/>
            </w:rPr>
            <w:t>1</w:t>
          </w:r>
          <w:r>
            <w:rPr>
              <w:rStyle w:val="slostrnky"/>
            </w:rPr>
            <w:fldChar w:fldCharType="end"/>
          </w:r>
        </w:p>
      </w:tc>
    </w:tr>
  </w:tbl>
  <w:p w14:paraId="5C7B95E3" w14:textId="77777777" w:rsidR="00F6399D" w:rsidRPr="00B8518B" w:rsidRDefault="00F6399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6399D" w:rsidRPr="003462EB" w14:paraId="1C83CE55" w14:textId="77777777" w:rsidTr="00F13FDA">
      <w:tc>
        <w:tcPr>
          <w:tcW w:w="1021" w:type="dxa"/>
          <w:vAlign w:val="bottom"/>
        </w:tcPr>
        <w:p w14:paraId="5CCDD256" w14:textId="77777777" w:rsidR="00F6399D" w:rsidRPr="00B8518B" w:rsidRDefault="00F6399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F6399D" w:rsidRPr="00DD4862" w:rsidRDefault="00F6399D" w:rsidP="00F13FDA">
          <w:pPr>
            <w:pStyle w:val="Zpatvlevo"/>
            <w:rPr>
              <w:b/>
            </w:rPr>
          </w:pPr>
          <w:r>
            <w:rPr>
              <w:b/>
            </w:rPr>
            <w:t>Příloha č. 3</w:t>
          </w:r>
        </w:p>
        <w:p w14:paraId="4666136E" w14:textId="77777777" w:rsidR="00F6399D" w:rsidRDefault="00F6399D" w:rsidP="00F13FDA">
          <w:pPr>
            <w:pStyle w:val="Zpatvlevo"/>
          </w:pPr>
          <w:r w:rsidRPr="00B41CFD">
            <w:t>Smlouva o dílo</w:t>
          </w:r>
        </w:p>
        <w:p w14:paraId="55042ECA" w14:textId="77777777" w:rsidR="00F6399D" w:rsidRPr="003462EB" w:rsidRDefault="00F6399D" w:rsidP="00F13FDA">
          <w:pPr>
            <w:pStyle w:val="Zpatvlevo"/>
          </w:pPr>
          <w:r w:rsidRPr="00B41CFD">
            <w:t>Zhotovení stavby</w:t>
          </w:r>
        </w:p>
      </w:tc>
    </w:tr>
  </w:tbl>
  <w:p w14:paraId="078F4948" w14:textId="77777777" w:rsidR="00F6399D" w:rsidRPr="00F13FDA" w:rsidRDefault="00F6399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6399D" w:rsidRPr="009E09BE" w14:paraId="236B1D3C" w14:textId="77777777" w:rsidTr="00A0271B">
      <w:tc>
        <w:tcPr>
          <w:tcW w:w="0" w:type="auto"/>
          <w:tcMar>
            <w:left w:w="0" w:type="dxa"/>
            <w:right w:w="0" w:type="dxa"/>
          </w:tcMar>
          <w:vAlign w:val="bottom"/>
        </w:tcPr>
        <w:p w14:paraId="1DE31B10" w14:textId="77777777" w:rsidR="00F6399D" w:rsidRPr="00DD4862" w:rsidRDefault="00F6399D" w:rsidP="00A0271B">
          <w:pPr>
            <w:pStyle w:val="Zpatvpravo"/>
            <w:rPr>
              <w:b/>
            </w:rPr>
          </w:pPr>
          <w:r w:rsidRPr="00DD4862">
            <w:rPr>
              <w:b/>
            </w:rPr>
            <w:t xml:space="preserve">Příloha č. </w:t>
          </w:r>
          <w:r>
            <w:rPr>
              <w:b/>
            </w:rPr>
            <w:t>3</w:t>
          </w:r>
        </w:p>
        <w:p w14:paraId="2C91EB49" w14:textId="77777777" w:rsidR="00F6399D" w:rsidRPr="003462EB" w:rsidRDefault="00F6399D" w:rsidP="00A0271B">
          <w:pPr>
            <w:pStyle w:val="Zpatvpravo"/>
          </w:pPr>
          <w:r>
            <w:t>Smlouva o dílo</w:t>
          </w:r>
        </w:p>
        <w:p w14:paraId="74FC2B61" w14:textId="77777777" w:rsidR="00F6399D" w:rsidRPr="003462EB" w:rsidRDefault="00F6399D" w:rsidP="00A0271B">
          <w:pPr>
            <w:pStyle w:val="Zpatvpravo"/>
            <w:rPr>
              <w:rStyle w:val="slostrnky"/>
              <w:b w:val="0"/>
              <w:color w:val="auto"/>
              <w:sz w:val="12"/>
            </w:rPr>
          </w:pPr>
          <w:r w:rsidRPr="003462EB">
            <w:t xml:space="preserve">Zhotovení stavby </w:t>
          </w:r>
        </w:p>
      </w:tc>
      <w:tc>
        <w:tcPr>
          <w:tcW w:w="1021" w:type="dxa"/>
          <w:vAlign w:val="bottom"/>
        </w:tcPr>
        <w:p w14:paraId="09191C9B" w14:textId="71309F29" w:rsidR="00F6399D" w:rsidRPr="009E09BE" w:rsidRDefault="00F6399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2A7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2A7E">
            <w:rPr>
              <w:rStyle w:val="slostrnky"/>
              <w:noProof/>
            </w:rPr>
            <w:t>1</w:t>
          </w:r>
          <w:r>
            <w:rPr>
              <w:rStyle w:val="slostrnky"/>
            </w:rPr>
            <w:fldChar w:fldCharType="end"/>
          </w:r>
        </w:p>
      </w:tc>
    </w:tr>
  </w:tbl>
  <w:p w14:paraId="5F4D3FBE" w14:textId="77777777" w:rsidR="00F6399D" w:rsidRPr="00B8518B" w:rsidRDefault="00F6399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3F8A6" w14:textId="77777777" w:rsidR="00861F38" w:rsidRDefault="00861F38" w:rsidP="00962258">
      <w:pPr>
        <w:spacing w:after="0" w:line="240" w:lineRule="auto"/>
      </w:pPr>
      <w:r>
        <w:separator/>
      </w:r>
    </w:p>
  </w:footnote>
  <w:footnote w:type="continuationSeparator" w:id="0">
    <w:p w14:paraId="47BD1113" w14:textId="77777777" w:rsidR="00861F38" w:rsidRDefault="00861F3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6399D" w14:paraId="3B79F732" w14:textId="77777777" w:rsidTr="00B22106">
      <w:trPr>
        <w:trHeight w:hRule="exact" w:val="936"/>
      </w:trPr>
      <w:tc>
        <w:tcPr>
          <w:tcW w:w="1361" w:type="dxa"/>
          <w:tcMar>
            <w:left w:w="0" w:type="dxa"/>
            <w:right w:w="0" w:type="dxa"/>
          </w:tcMar>
        </w:tcPr>
        <w:p w14:paraId="227E3247" w14:textId="77777777" w:rsidR="00F6399D" w:rsidRPr="00B8518B" w:rsidRDefault="00F6399D" w:rsidP="00FC6389">
          <w:pPr>
            <w:pStyle w:val="Zpat"/>
            <w:rPr>
              <w:rStyle w:val="slostrnky"/>
            </w:rPr>
          </w:pPr>
        </w:p>
      </w:tc>
      <w:tc>
        <w:tcPr>
          <w:tcW w:w="3458" w:type="dxa"/>
          <w:shd w:val="clear" w:color="auto" w:fill="auto"/>
          <w:tcMar>
            <w:left w:w="0" w:type="dxa"/>
            <w:right w:w="0" w:type="dxa"/>
          </w:tcMar>
        </w:tcPr>
        <w:p w14:paraId="5E5B8C22" w14:textId="77777777" w:rsidR="00F6399D" w:rsidRDefault="00F6399D"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F6399D" w:rsidRPr="00D6163D" w:rsidRDefault="00F6399D" w:rsidP="00FC6389">
          <w:pPr>
            <w:pStyle w:val="Druhdokumentu"/>
          </w:pPr>
        </w:p>
      </w:tc>
    </w:tr>
    <w:tr w:rsidR="00F6399D" w14:paraId="1DFD2EDD" w14:textId="77777777" w:rsidTr="00B22106">
      <w:trPr>
        <w:trHeight w:hRule="exact" w:val="936"/>
      </w:trPr>
      <w:tc>
        <w:tcPr>
          <w:tcW w:w="1361" w:type="dxa"/>
          <w:tcMar>
            <w:left w:w="0" w:type="dxa"/>
            <w:right w:w="0" w:type="dxa"/>
          </w:tcMar>
        </w:tcPr>
        <w:p w14:paraId="510D1780" w14:textId="77777777" w:rsidR="00F6399D" w:rsidRPr="00B8518B" w:rsidRDefault="00F6399D" w:rsidP="00FC6389">
          <w:pPr>
            <w:pStyle w:val="Zpat"/>
            <w:rPr>
              <w:rStyle w:val="slostrnky"/>
            </w:rPr>
          </w:pPr>
        </w:p>
      </w:tc>
      <w:tc>
        <w:tcPr>
          <w:tcW w:w="3458" w:type="dxa"/>
          <w:shd w:val="clear" w:color="auto" w:fill="auto"/>
          <w:tcMar>
            <w:left w:w="0" w:type="dxa"/>
            <w:right w:w="0" w:type="dxa"/>
          </w:tcMar>
        </w:tcPr>
        <w:p w14:paraId="7E4B5746" w14:textId="77777777" w:rsidR="00F6399D" w:rsidRDefault="00F6399D" w:rsidP="00FC6389">
          <w:pPr>
            <w:pStyle w:val="Zpat"/>
          </w:pPr>
        </w:p>
      </w:tc>
      <w:tc>
        <w:tcPr>
          <w:tcW w:w="5756" w:type="dxa"/>
          <w:shd w:val="clear" w:color="auto" w:fill="auto"/>
          <w:tcMar>
            <w:left w:w="0" w:type="dxa"/>
            <w:right w:w="0" w:type="dxa"/>
          </w:tcMar>
        </w:tcPr>
        <w:p w14:paraId="2B60071A" w14:textId="77777777" w:rsidR="00F6399D" w:rsidRPr="00D6163D" w:rsidRDefault="00F6399D" w:rsidP="00FC6389">
          <w:pPr>
            <w:pStyle w:val="Druhdokumentu"/>
          </w:pPr>
        </w:p>
      </w:tc>
    </w:tr>
  </w:tbl>
  <w:p w14:paraId="14FB9387" w14:textId="77777777" w:rsidR="00F6399D" w:rsidRPr="00D6163D" w:rsidRDefault="00F6399D" w:rsidP="00FC6389">
    <w:pPr>
      <w:pStyle w:val="Zhlav"/>
      <w:rPr>
        <w:sz w:val="8"/>
        <w:szCs w:val="8"/>
      </w:rPr>
    </w:pPr>
  </w:p>
  <w:p w14:paraId="12576136" w14:textId="77777777" w:rsidR="00F6399D" w:rsidRPr="00460660" w:rsidRDefault="00F6399D">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F6399D" w:rsidRPr="00D6163D" w:rsidRDefault="00F6399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F6399D" w:rsidRPr="00D6163D" w:rsidRDefault="00F6399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F6399D" w:rsidRPr="00D6163D" w:rsidRDefault="00F6399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F6399D" w:rsidRPr="00D6163D" w:rsidRDefault="00F6399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F6399D" w:rsidRPr="00D6163D" w:rsidRDefault="00F6399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F6399D" w:rsidRPr="00D6163D" w:rsidRDefault="00F6399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F6399D" w:rsidRPr="00D6163D" w:rsidRDefault="00F6399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F6399D" w:rsidRPr="00D6163D" w:rsidRDefault="00F6399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3AAF"/>
    <w:rsid w:val="00017F3C"/>
    <w:rsid w:val="00022F72"/>
    <w:rsid w:val="00022FF9"/>
    <w:rsid w:val="00036500"/>
    <w:rsid w:val="00037D85"/>
    <w:rsid w:val="00041EC8"/>
    <w:rsid w:val="000432C2"/>
    <w:rsid w:val="0005402B"/>
    <w:rsid w:val="0006588D"/>
    <w:rsid w:val="00067A5E"/>
    <w:rsid w:val="000719BB"/>
    <w:rsid w:val="00072A65"/>
    <w:rsid w:val="00072C1E"/>
    <w:rsid w:val="000778EE"/>
    <w:rsid w:val="0008335F"/>
    <w:rsid w:val="00095002"/>
    <w:rsid w:val="000B4EB8"/>
    <w:rsid w:val="000C2B01"/>
    <w:rsid w:val="000C41F2"/>
    <w:rsid w:val="000C4EB8"/>
    <w:rsid w:val="000D22C4"/>
    <w:rsid w:val="000D27D1"/>
    <w:rsid w:val="000E002D"/>
    <w:rsid w:val="000E1599"/>
    <w:rsid w:val="000E1A7F"/>
    <w:rsid w:val="001003EC"/>
    <w:rsid w:val="00101E3F"/>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5027"/>
    <w:rsid w:val="00225674"/>
    <w:rsid w:val="00237604"/>
    <w:rsid w:val="00240B81"/>
    <w:rsid w:val="002415DA"/>
    <w:rsid w:val="00247D01"/>
    <w:rsid w:val="00252206"/>
    <w:rsid w:val="002552F5"/>
    <w:rsid w:val="00255AE4"/>
    <w:rsid w:val="00255B10"/>
    <w:rsid w:val="00261A5B"/>
    <w:rsid w:val="00262E5B"/>
    <w:rsid w:val="00276AFE"/>
    <w:rsid w:val="00296B4A"/>
    <w:rsid w:val="002A3B57"/>
    <w:rsid w:val="002A7B96"/>
    <w:rsid w:val="002B48AD"/>
    <w:rsid w:val="002C03CB"/>
    <w:rsid w:val="002C0721"/>
    <w:rsid w:val="002C0FB1"/>
    <w:rsid w:val="002C31BF"/>
    <w:rsid w:val="002D7FD6"/>
    <w:rsid w:val="002E0CD7"/>
    <w:rsid w:val="002E0CFB"/>
    <w:rsid w:val="002E3941"/>
    <w:rsid w:val="002E5C7B"/>
    <w:rsid w:val="002F31D9"/>
    <w:rsid w:val="002F4333"/>
    <w:rsid w:val="002F67C0"/>
    <w:rsid w:val="0030003A"/>
    <w:rsid w:val="003149C0"/>
    <w:rsid w:val="00327EEF"/>
    <w:rsid w:val="0033239F"/>
    <w:rsid w:val="0034274B"/>
    <w:rsid w:val="00342DC7"/>
    <w:rsid w:val="0034719F"/>
    <w:rsid w:val="00350A35"/>
    <w:rsid w:val="003571D8"/>
    <w:rsid w:val="00357BC6"/>
    <w:rsid w:val="00361422"/>
    <w:rsid w:val="0037545D"/>
    <w:rsid w:val="00385B90"/>
    <w:rsid w:val="00392910"/>
    <w:rsid w:val="00392EB6"/>
    <w:rsid w:val="00393E15"/>
    <w:rsid w:val="003956C6"/>
    <w:rsid w:val="003B23D6"/>
    <w:rsid w:val="003B4A16"/>
    <w:rsid w:val="003C33F2"/>
    <w:rsid w:val="003D0178"/>
    <w:rsid w:val="003D6859"/>
    <w:rsid w:val="003D756E"/>
    <w:rsid w:val="003E420D"/>
    <w:rsid w:val="003E4C13"/>
    <w:rsid w:val="003E5D70"/>
    <w:rsid w:val="003F2C3E"/>
    <w:rsid w:val="003F7088"/>
    <w:rsid w:val="0040659D"/>
    <w:rsid w:val="004078F3"/>
    <w:rsid w:val="004160CB"/>
    <w:rsid w:val="00427794"/>
    <w:rsid w:val="004328E4"/>
    <w:rsid w:val="00450F07"/>
    <w:rsid w:val="00453CD3"/>
    <w:rsid w:val="00455CE8"/>
    <w:rsid w:val="00460660"/>
    <w:rsid w:val="00464BA9"/>
    <w:rsid w:val="004676FD"/>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2690"/>
    <w:rsid w:val="0050666E"/>
    <w:rsid w:val="00511AB9"/>
    <w:rsid w:val="00521AC5"/>
    <w:rsid w:val="00523BB5"/>
    <w:rsid w:val="00523EA7"/>
    <w:rsid w:val="0052690B"/>
    <w:rsid w:val="005406EB"/>
    <w:rsid w:val="00544816"/>
    <w:rsid w:val="00553375"/>
    <w:rsid w:val="00555835"/>
    <w:rsid w:val="00555884"/>
    <w:rsid w:val="00556AD4"/>
    <w:rsid w:val="005614AC"/>
    <w:rsid w:val="00567E99"/>
    <w:rsid w:val="005736B7"/>
    <w:rsid w:val="00575E5A"/>
    <w:rsid w:val="00580245"/>
    <w:rsid w:val="00582A82"/>
    <w:rsid w:val="00590C91"/>
    <w:rsid w:val="00595534"/>
    <w:rsid w:val="005A1F44"/>
    <w:rsid w:val="005B4616"/>
    <w:rsid w:val="005D3C39"/>
    <w:rsid w:val="005D6794"/>
    <w:rsid w:val="005E69D2"/>
    <w:rsid w:val="005E7125"/>
    <w:rsid w:val="005E72E5"/>
    <w:rsid w:val="005F3A8C"/>
    <w:rsid w:val="00600ECE"/>
    <w:rsid w:val="00601A8C"/>
    <w:rsid w:val="00601CC8"/>
    <w:rsid w:val="00606FE8"/>
    <w:rsid w:val="0061068E"/>
    <w:rsid w:val="006115D3"/>
    <w:rsid w:val="006231B6"/>
    <w:rsid w:val="00623FDC"/>
    <w:rsid w:val="0065610E"/>
    <w:rsid w:val="00660AD3"/>
    <w:rsid w:val="006776B6"/>
    <w:rsid w:val="00685C4F"/>
    <w:rsid w:val="00693150"/>
    <w:rsid w:val="006A12A4"/>
    <w:rsid w:val="006A3B58"/>
    <w:rsid w:val="006A5570"/>
    <w:rsid w:val="006A5576"/>
    <w:rsid w:val="006A689C"/>
    <w:rsid w:val="006B3D79"/>
    <w:rsid w:val="006B6FE4"/>
    <w:rsid w:val="006C2343"/>
    <w:rsid w:val="006C442A"/>
    <w:rsid w:val="006D30C1"/>
    <w:rsid w:val="006D5FB4"/>
    <w:rsid w:val="006E0578"/>
    <w:rsid w:val="006E1DF8"/>
    <w:rsid w:val="006E314D"/>
    <w:rsid w:val="006E7284"/>
    <w:rsid w:val="006E7799"/>
    <w:rsid w:val="006F3BC5"/>
    <w:rsid w:val="006F4030"/>
    <w:rsid w:val="00704D1E"/>
    <w:rsid w:val="00710723"/>
    <w:rsid w:val="007145F3"/>
    <w:rsid w:val="00723ED1"/>
    <w:rsid w:val="0072549E"/>
    <w:rsid w:val="00740AF5"/>
    <w:rsid w:val="00743525"/>
    <w:rsid w:val="007470DC"/>
    <w:rsid w:val="0075327C"/>
    <w:rsid w:val="007541A2"/>
    <w:rsid w:val="00755818"/>
    <w:rsid w:val="007616C2"/>
    <w:rsid w:val="007621E5"/>
    <w:rsid w:val="0076286B"/>
    <w:rsid w:val="00766846"/>
    <w:rsid w:val="00771755"/>
    <w:rsid w:val="00773E76"/>
    <w:rsid w:val="00774FC5"/>
    <w:rsid w:val="0077673A"/>
    <w:rsid w:val="00780051"/>
    <w:rsid w:val="007846E1"/>
    <w:rsid w:val="007847D6"/>
    <w:rsid w:val="007853BA"/>
    <w:rsid w:val="0078589A"/>
    <w:rsid w:val="00795154"/>
    <w:rsid w:val="007A0B40"/>
    <w:rsid w:val="007A5172"/>
    <w:rsid w:val="007A67A0"/>
    <w:rsid w:val="007A7DDE"/>
    <w:rsid w:val="007B570C"/>
    <w:rsid w:val="007C5289"/>
    <w:rsid w:val="007C567F"/>
    <w:rsid w:val="007D26F9"/>
    <w:rsid w:val="007E17DE"/>
    <w:rsid w:val="007E4A6E"/>
    <w:rsid w:val="007F56A7"/>
    <w:rsid w:val="00800851"/>
    <w:rsid w:val="00805782"/>
    <w:rsid w:val="00807DD0"/>
    <w:rsid w:val="008156D5"/>
    <w:rsid w:val="008175E5"/>
    <w:rsid w:val="00821D01"/>
    <w:rsid w:val="00826B7B"/>
    <w:rsid w:val="0083541D"/>
    <w:rsid w:val="008447DA"/>
    <w:rsid w:val="00846789"/>
    <w:rsid w:val="00850B67"/>
    <w:rsid w:val="00861F38"/>
    <w:rsid w:val="00866994"/>
    <w:rsid w:val="00880870"/>
    <w:rsid w:val="00883098"/>
    <w:rsid w:val="00884582"/>
    <w:rsid w:val="0089098F"/>
    <w:rsid w:val="008A3568"/>
    <w:rsid w:val="008A3592"/>
    <w:rsid w:val="008A7656"/>
    <w:rsid w:val="008B2F29"/>
    <w:rsid w:val="008B48D3"/>
    <w:rsid w:val="008C50F3"/>
    <w:rsid w:val="008C7EFE"/>
    <w:rsid w:val="008D03B9"/>
    <w:rsid w:val="008D0A50"/>
    <w:rsid w:val="008D30C7"/>
    <w:rsid w:val="008E2446"/>
    <w:rsid w:val="008F18D6"/>
    <w:rsid w:val="008F2C9B"/>
    <w:rsid w:val="008F7242"/>
    <w:rsid w:val="008F797B"/>
    <w:rsid w:val="00904780"/>
    <w:rsid w:val="0090635B"/>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E00"/>
    <w:rsid w:val="009A12BD"/>
    <w:rsid w:val="009A644C"/>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6EE5"/>
    <w:rsid w:val="00A0740E"/>
    <w:rsid w:val="00A10F71"/>
    <w:rsid w:val="00A21A01"/>
    <w:rsid w:val="00A25201"/>
    <w:rsid w:val="00A349C6"/>
    <w:rsid w:val="00A50641"/>
    <w:rsid w:val="00A530BF"/>
    <w:rsid w:val="00A54211"/>
    <w:rsid w:val="00A6177B"/>
    <w:rsid w:val="00A66136"/>
    <w:rsid w:val="00A66949"/>
    <w:rsid w:val="00A71189"/>
    <w:rsid w:val="00A7240B"/>
    <w:rsid w:val="00A7364A"/>
    <w:rsid w:val="00A74DCC"/>
    <w:rsid w:val="00A753ED"/>
    <w:rsid w:val="00A77512"/>
    <w:rsid w:val="00A84A25"/>
    <w:rsid w:val="00A90DB9"/>
    <w:rsid w:val="00A9172B"/>
    <w:rsid w:val="00A944F1"/>
    <w:rsid w:val="00A94C2F"/>
    <w:rsid w:val="00A969F6"/>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3BC9"/>
    <w:rsid w:val="00B42F40"/>
    <w:rsid w:val="00B45DD9"/>
    <w:rsid w:val="00B47D17"/>
    <w:rsid w:val="00B5431A"/>
    <w:rsid w:val="00B55EA1"/>
    <w:rsid w:val="00B61E49"/>
    <w:rsid w:val="00B675F5"/>
    <w:rsid w:val="00B75EE1"/>
    <w:rsid w:val="00B77481"/>
    <w:rsid w:val="00B835F7"/>
    <w:rsid w:val="00B836AA"/>
    <w:rsid w:val="00B8518B"/>
    <w:rsid w:val="00B97CC3"/>
    <w:rsid w:val="00BB08EC"/>
    <w:rsid w:val="00BB1390"/>
    <w:rsid w:val="00BB18C3"/>
    <w:rsid w:val="00BC06C4"/>
    <w:rsid w:val="00BC5BDD"/>
    <w:rsid w:val="00BD4934"/>
    <w:rsid w:val="00BD5DE9"/>
    <w:rsid w:val="00BD7E91"/>
    <w:rsid w:val="00BD7F0D"/>
    <w:rsid w:val="00BF4AD6"/>
    <w:rsid w:val="00BF4C5D"/>
    <w:rsid w:val="00BF7B07"/>
    <w:rsid w:val="00C007BE"/>
    <w:rsid w:val="00C02440"/>
    <w:rsid w:val="00C02D0A"/>
    <w:rsid w:val="00C03A6E"/>
    <w:rsid w:val="00C1205A"/>
    <w:rsid w:val="00C1662E"/>
    <w:rsid w:val="00C226C0"/>
    <w:rsid w:val="00C42FE6"/>
    <w:rsid w:val="00C44F6A"/>
    <w:rsid w:val="00C4638F"/>
    <w:rsid w:val="00C6198E"/>
    <w:rsid w:val="00C708EA"/>
    <w:rsid w:val="00C778A5"/>
    <w:rsid w:val="00C866F8"/>
    <w:rsid w:val="00C86C03"/>
    <w:rsid w:val="00C9118F"/>
    <w:rsid w:val="00C95162"/>
    <w:rsid w:val="00CB4F6D"/>
    <w:rsid w:val="00CB6A37"/>
    <w:rsid w:val="00CB7684"/>
    <w:rsid w:val="00CC4EA8"/>
    <w:rsid w:val="00CC6517"/>
    <w:rsid w:val="00CC7C8F"/>
    <w:rsid w:val="00CD0BF0"/>
    <w:rsid w:val="00CD1FC4"/>
    <w:rsid w:val="00CD5593"/>
    <w:rsid w:val="00CD753C"/>
    <w:rsid w:val="00CE3EF8"/>
    <w:rsid w:val="00CF2A7E"/>
    <w:rsid w:val="00D034A0"/>
    <w:rsid w:val="00D103B7"/>
    <w:rsid w:val="00D21061"/>
    <w:rsid w:val="00D22281"/>
    <w:rsid w:val="00D239A6"/>
    <w:rsid w:val="00D4108E"/>
    <w:rsid w:val="00D4328E"/>
    <w:rsid w:val="00D50FE6"/>
    <w:rsid w:val="00D60CA0"/>
    <w:rsid w:val="00D6163D"/>
    <w:rsid w:val="00D701DC"/>
    <w:rsid w:val="00D831A3"/>
    <w:rsid w:val="00D97BE3"/>
    <w:rsid w:val="00DA3711"/>
    <w:rsid w:val="00DD04AC"/>
    <w:rsid w:val="00DD46F3"/>
    <w:rsid w:val="00DD4862"/>
    <w:rsid w:val="00DE0D9C"/>
    <w:rsid w:val="00DE56F2"/>
    <w:rsid w:val="00DF116D"/>
    <w:rsid w:val="00DF7604"/>
    <w:rsid w:val="00E16A61"/>
    <w:rsid w:val="00E16FF7"/>
    <w:rsid w:val="00E21FA2"/>
    <w:rsid w:val="00E26D68"/>
    <w:rsid w:val="00E37457"/>
    <w:rsid w:val="00E44045"/>
    <w:rsid w:val="00E5111F"/>
    <w:rsid w:val="00E618C4"/>
    <w:rsid w:val="00E7415D"/>
    <w:rsid w:val="00E878EE"/>
    <w:rsid w:val="00E901A3"/>
    <w:rsid w:val="00E9238B"/>
    <w:rsid w:val="00EA585B"/>
    <w:rsid w:val="00EA6EC7"/>
    <w:rsid w:val="00EB104F"/>
    <w:rsid w:val="00EB46E5"/>
    <w:rsid w:val="00EB5207"/>
    <w:rsid w:val="00EC1F83"/>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FD9"/>
    <w:rsid w:val="00F54432"/>
    <w:rsid w:val="00F566DC"/>
    <w:rsid w:val="00F6399D"/>
    <w:rsid w:val="00F65035"/>
    <w:rsid w:val="00F659EB"/>
    <w:rsid w:val="00F679DB"/>
    <w:rsid w:val="00F762A8"/>
    <w:rsid w:val="00F82B15"/>
    <w:rsid w:val="00F86BA6"/>
    <w:rsid w:val="00F95FBD"/>
    <w:rsid w:val="00F97204"/>
    <w:rsid w:val="00FB504B"/>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C092904-9BE7-42FB-B044-08F9EAC3A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TotalTime>
  <Pages>22</Pages>
  <Words>4734</Words>
  <Characters>27933</Characters>
  <Application>Microsoft Office Word</Application>
  <DocSecurity>0</DocSecurity>
  <Lines>232</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12</cp:revision>
  <cp:lastPrinted>2021-01-18T09:00:00Z</cp:lastPrinted>
  <dcterms:created xsi:type="dcterms:W3CDTF">2021-02-01T19:53:00Z</dcterms:created>
  <dcterms:modified xsi:type="dcterms:W3CDTF">2021-02-02T11:40:00Z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